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6E4057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6E4057" w:rsidP="005F1F3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F1F3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6E4057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6E4057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F1F3D">
              <w:rPr>
                <w:rFonts w:ascii="Arial" w:hAnsi="Arial" w:cs="Arial"/>
                <w:noProof/>
                <w:sz w:val="18"/>
                <w:szCs w:val="18"/>
              </w:rPr>
              <w:t>Tuesday, 28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E4057" w:rsidP="006E40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5F1F3D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Transient right upper limb weakness.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2662555</wp:posOffset>
                      </wp:positionH>
                      <wp:positionV relativeFrom="paragraph">
                        <wp:posOffset>153670</wp:posOffset>
                      </wp:positionV>
                      <wp:extent cx="285115" cy="167005"/>
                      <wp:effectExtent l="1270" t="8255" r="8890" b="5715"/>
                      <wp:wrapNone/>
                      <wp:docPr id="51" name="Freeform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5115" cy="167005"/>
                              </a:xfrm>
                              <a:custGeom>
                                <a:avLst/>
                                <a:gdLst>
                                  <a:gd name="T0" fmla="*/ 10 w 266"/>
                                  <a:gd name="T1" fmla="*/ 154 h 156"/>
                                  <a:gd name="T2" fmla="*/ 176 w 266"/>
                                  <a:gd name="T3" fmla="*/ 20 h 156"/>
                                  <a:gd name="T4" fmla="*/ 238 w 266"/>
                                  <a:gd name="T5" fmla="*/ 31 h 156"/>
                                  <a:gd name="T6" fmla="*/ 10 w 266"/>
                                  <a:gd name="T7" fmla="*/ 154 h 1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66" h="156">
                                    <a:moveTo>
                                      <a:pt x="10" y="154"/>
                                    </a:moveTo>
                                    <a:cubicBezTo>
                                      <a:pt x="0" y="152"/>
                                      <a:pt x="138" y="40"/>
                                      <a:pt x="176" y="20"/>
                                    </a:cubicBezTo>
                                    <a:cubicBezTo>
                                      <a:pt x="214" y="0"/>
                                      <a:pt x="266" y="9"/>
                                      <a:pt x="238" y="31"/>
                                    </a:cubicBezTo>
                                    <a:cubicBezTo>
                                      <a:pt x="210" y="53"/>
                                      <a:pt x="20" y="156"/>
                                      <a:pt x="10" y="1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A4B5FF" id="Freeform 328" o:spid="_x0000_s1026" style="position:absolute;margin-left:209.65pt;margin-top:12.1pt;width:22.45pt;height:13.1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6,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" path="m10,154c,152,138,40,176,20,214,,266,9,238,31,210,53,20,156,10,154xe" fillcolor="#ddd" stroked="f">
                      <v:path arrowok="t" o:connecttype="custom" o:connectlocs="10719,164864;188648,21411;255103,33187;10719,164864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4615815</wp:posOffset>
                      </wp:positionH>
                      <wp:positionV relativeFrom="paragraph">
                        <wp:posOffset>161290</wp:posOffset>
                      </wp:positionV>
                      <wp:extent cx="650240" cy="1102995"/>
                      <wp:effectExtent l="1905" t="6350" r="5080" b="5080"/>
                      <wp:wrapNone/>
                      <wp:docPr id="50" name="Freeform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240" cy="1102995"/>
                              </a:xfrm>
                              <a:custGeom>
                                <a:avLst/>
                                <a:gdLst>
                                  <a:gd name="T0" fmla="*/ 544 w 607"/>
                                  <a:gd name="T1" fmla="*/ 0 h 1030"/>
                                  <a:gd name="T2" fmla="*/ 589 w 607"/>
                                  <a:gd name="T3" fmla="*/ 349 h 1030"/>
                                  <a:gd name="T4" fmla="*/ 438 w 607"/>
                                  <a:gd name="T5" fmla="*/ 917 h 1030"/>
                                  <a:gd name="T6" fmla="*/ 145 w 607"/>
                                  <a:gd name="T7" fmla="*/ 1025 h 1030"/>
                                  <a:gd name="T8" fmla="*/ 1 w 607"/>
                                  <a:gd name="T9" fmla="*/ 930 h 1030"/>
                                  <a:gd name="T10" fmla="*/ 151 w 607"/>
                                  <a:gd name="T11" fmla="*/ 971 h 1030"/>
                                  <a:gd name="T12" fmla="*/ 390 w 607"/>
                                  <a:gd name="T13" fmla="*/ 892 h 1030"/>
                                  <a:gd name="T14" fmla="*/ 475 w 607"/>
                                  <a:gd name="T15" fmla="*/ 602 h 1030"/>
                                  <a:gd name="T16" fmla="*/ 457 w 607"/>
                                  <a:gd name="T17" fmla="*/ 284 h 1030"/>
                                  <a:gd name="T18" fmla="*/ 320 w 607"/>
                                  <a:gd name="T19" fmla="*/ 161 h 1030"/>
                                  <a:gd name="T20" fmla="*/ 151 w 607"/>
                                  <a:gd name="T21" fmla="*/ 287 h 1030"/>
                                  <a:gd name="T22" fmla="*/ 178 w 607"/>
                                  <a:gd name="T23" fmla="*/ 9 h 10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07" h="1030">
                                    <a:moveTo>
                                      <a:pt x="544" y="0"/>
                                    </a:moveTo>
                                    <a:cubicBezTo>
                                      <a:pt x="551" y="58"/>
                                      <a:pt x="607" y="196"/>
                                      <a:pt x="589" y="349"/>
                                    </a:cubicBezTo>
                                    <a:cubicBezTo>
                                      <a:pt x="571" y="502"/>
                                      <a:pt x="512" y="804"/>
                                      <a:pt x="438" y="917"/>
                                    </a:cubicBezTo>
                                    <a:cubicBezTo>
                                      <a:pt x="364" y="1030"/>
                                      <a:pt x="218" y="1023"/>
                                      <a:pt x="145" y="1025"/>
                                    </a:cubicBezTo>
                                    <a:cubicBezTo>
                                      <a:pt x="72" y="1027"/>
                                      <a:pt x="0" y="939"/>
                                      <a:pt x="1" y="930"/>
                                    </a:cubicBezTo>
                                    <a:cubicBezTo>
                                      <a:pt x="2" y="922"/>
                                      <a:pt x="86" y="977"/>
                                      <a:pt x="151" y="971"/>
                                    </a:cubicBezTo>
                                    <a:cubicBezTo>
                                      <a:pt x="216" y="964"/>
                                      <a:pt x="336" y="954"/>
                                      <a:pt x="390" y="892"/>
                                    </a:cubicBezTo>
                                    <a:cubicBezTo>
                                      <a:pt x="443" y="830"/>
                                      <a:pt x="464" y="704"/>
                                      <a:pt x="475" y="602"/>
                                    </a:cubicBezTo>
                                    <a:cubicBezTo>
                                      <a:pt x="487" y="501"/>
                                      <a:pt x="483" y="358"/>
                                      <a:pt x="457" y="284"/>
                                    </a:cubicBezTo>
                                    <a:cubicBezTo>
                                      <a:pt x="432" y="210"/>
                                      <a:pt x="371" y="161"/>
                                      <a:pt x="320" y="161"/>
                                    </a:cubicBezTo>
                                    <a:cubicBezTo>
                                      <a:pt x="269" y="161"/>
                                      <a:pt x="175" y="312"/>
                                      <a:pt x="151" y="287"/>
                                    </a:cubicBezTo>
                                    <a:cubicBezTo>
                                      <a:pt x="127" y="262"/>
                                      <a:pt x="173" y="67"/>
                                      <a:pt x="178" y="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5C833" id="Freeform 327" o:spid="_x0000_s1026" style="position:absolute;margin-left:363.45pt;margin-top:12.7pt;width:51.2pt;height:86.8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7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<v:path arrowok="t" o:connecttype="custom" o:connectlocs="582752,0;630958,373733;469201,981987;155329,1097641;1071,995908;161757,1039814;417782,955215;508837,644663;489555,304127;342795,172410;161757,307339;190680,9638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161290</wp:posOffset>
                      </wp:positionV>
                      <wp:extent cx="668655" cy="1111250"/>
                      <wp:effectExtent l="1270" t="6350" r="6350" b="6350"/>
                      <wp:wrapNone/>
                      <wp:docPr id="49" name="Freeform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8655" cy="1111250"/>
                              </a:xfrm>
                              <a:custGeom>
                                <a:avLst/>
                                <a:gdLst>
                                  <a:gd name="T0" fmla="*/ 68 w 625"/>
                                  <a:gd name="T1" fmla="*/ 0 h 1038"/>
                                  <a:gd name="T2" fmla="*/ 19 w 625"/>
                                  <a:gd name="T3" fmla="*/ 302 h 1038"/>
                                  <a:gd name="T4" fmla="*/ 185 w 625"/>
                                  <a:gd name="T5" fmla="*/ 917 h 1038"/>
                                  <a:gd name="T6" fmla="*/ 479 w 625"/>
                                  <a:gd name="T7" fmla="*/ 1025 h 1038"/>
                                  <a:gd name="T8" fmla="*/ 623 w 625"/>
                                  <a:gd name="T9" fmla="*/ 930 h 1038"/>
                                  <a:gd name="T10" fmla="*/ 473 w 625"/>
                                  <a:gd name="T11" fmla="*/ 971 h 1038"/>
                                  <a:gd name="T12" fmla="*/ 234 w 625"/>
                                  <a:gd name="T13" fmla="*/ 892 h 1038"/>
                                  <a:gd name="T14" fmla="*/ 148 w 625"/>
                                  <a:gd name="T15" fmla="*/ 602 h 1038"/>
                                  <a:gd name="T16" fmla="*/ 166 w 625"/>
                                  <a:gd name="T17" fmla="*/ 284 h 1038"/>
                                  <a:gd name="T18" fmla="*/ 304 w 625"/>
                                  <a:gd name="T19" fmla="*/ 161 h 1038"/>
                                  <a:gd name="T20" fmla="*/ 473 w 625"/>
                                  <a:gd name="T21" fmla="*/ 287 h 1038"/>
                                  <a:gd name="T22" fmla="*/ 442 w 625"/>
                                  <a:gd name="T23" fmla="*/ 3 h 10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25" h="1038">
                                    <a:moveTo>
                                      <a:pt x="68" y="0"/>
                                    </a:moveTo>
                                    <a:cubicBezTo>
                                      <a:pt x="60" y="51"/>
                                      <a:pt x="0" y="149"/>
                                      <a:pt x="19" y="302"/>
                                    </a:cubicBezTo>
                                    <a:cubicBezTo>
                                      <a:pt x="38" y="455"/>
                                      <a:pt x="109" y="797"/>
                                      <a:pt x="185" y="917"/>
                                    </a:cubicBezTo>
                                    <a:cubicBezTo>
                                      <a:pt x="262" y="1038"/>
                                      <a:pt x="406" y="1023"/>
                                      <a:pt x="479" y="1025"/>
                                    </a:cubicBezTo>
                                    <a:cubicBezTo>
                                      <a:pt x="552" y="1027"/>
                                      <a:pt x="625" y="939"/>
                                      <a:pt x="623" y="930"/>
                                    </a:cubicBezTo>
                                    <a:cubicBezTo>
                                      <a:pt x="622" y="922"/>
                                      <a:pt x="538" y="977"/>
                                      <a:pt x="473" y="971"/>
                                    </a:cubicBezTo>
                                    <a:cubicBezTo>
                                      <a:pt x="407" y="964"/>
                                      <a:pt x="287" y="954"/>
                                      <a:pt x="234" y="892"/>
                                    </a:cubicBezTo>
                                    <a:cubicBezTo>
                                      <a:pt x="180" y="830"/>
                                      <a:pt x="160" y="704"/>
                                      <a:pt x="148" y="602"/>
                                    </a:cubicBezTo>
                                    <a:cubicBezTo>
                                      <a:pt x="137" y="501"/>
                                      <a:pt x="140" y="358"/>
                                      <a:pt x="166" y="284"/>
                                    </a:cubicBezTo>
                                    <a:cubicBezTo>
                                      <a:pt x="192" y="210"/>
                                      <a:pt x="253" y="161"/>
                                      <a:pt x="304" y="161"/>
                                    </a:cubicBezTo>
                                    <a:cubicBezTo>
                                      <a:pt x="355" y="161"/>
                                      <a:pt x="450" y="313"/>
                                      <a:pt x="473" y="287"/>
                                    </a:cubicBezTo>
                                    <a:cubicBezTo>
                                      <a:pt x="496" y="261"/>
                                      <a:pt x="448" y="62"/>
                                      <a:pt x="442" y="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E7930" id="Freeform 326" o:spid="_x0000_s1026" style="position:absolute;margin-left:67.9pt;margin-top:12.7pt;width:52.65pt;height:87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5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<v:path arrowok="t" o:connecttype="custom" o:connectlocs="72750,0;20327,323312;197922,981711;512457,1097333;666515,995629;506038,1039522;250344,954947;158338,644482;177595,304041;325234,172362;506038,307253;472873,3212" o:connectangles="0,0,0,0,0,0,0,0,0,0,0,0"/>
                    </v:shape>
                  </w:pict>
                </mc:Fallback>
              </mc:AlternateContent>
            </w:r>
            <w:r w:rsidR="00591C95"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3788410</wp:posOffset>
                      </wp:positionH>
                      <wp:positionV relativeFrom="paragraph">
                        <wp:posOffset>833755</wp:posOffset>
                      </wp:positionV>
                      <wp:extent cx="393700" cy="3573780"/>
                      <wp:effectExtent l="12700" t="7620" r="12700" b="9525"/>
                      <wp:wrapNone/>
                      <wp:docPr id="48" name="Freeform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3700" cy="3573780"/>
                              </a:xfrm>
                              <a:custGeom>
                                <a:avLst/>
                                <a:gdLst>
                                  <a:gd name="T0" fmla="*/ 535 w 620"/>
                                  <a:gd name="T1" fmla="*/ 0 h 5628"/>
                                  <a:gd name="T2" fmla="*/ 603 w 620"/>
                                  <a:gd name="T3" fmla="*/ 1092 h 5628"/>
                                  <a:gd name="T4" fmla="*/ 612 w 620"/>
                                  <a:gd name="T5" fmla="*/ 1748 h 5628"/>
                                  <a:gd name="T6" fmla="*/ 552 w 620"/>
                                  <a:gd name="T7" fmla="*/ 2428 h 5628"/>
                                  <a:gd name="T8" fmla="*/ 334 w 620"/>
                                  <a:gd name="T9" fmla="*/ 3420 h 5628"/>
                                  <a:gd name="T10" fmla="*/ 14 w 620"/>
                                  <a:gd name="T11" fmla="*/ 4855 h 5628"/>
                                  <a:gd name="T12" fmla="*/ 250 w 620"/>
                                  <a:gd name="T13" fmla="*/ 5628 h 56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620" h="5628">
                                    <a:moveTo>
                                      <a:pt x="535" y="0"/>
                                    </a:moveTo>
                                    <a:cubicBezTo>
                                      <a:pt x="563" y="400"/>
                                      <a:pt x="590" y="800"/>
                                      <a:pt x="603" y="1092"/>
                                    </a:cubicBezTo>
                                    <a:cubicBezTo>
                                      <a:pt x="616" y="1383"/>
                                      <a:pt x="620" y="1525"/>
                                      <a:pt x="612" y="1748"/>
                                    </a:cubicBezTo>
                                    <a:cubicBezTo>
                                      <a:pt x="603" y="1970"/>
                                      <a:pt x="599" y="2150"/>
                                      <a:pt x="552" y="2428"/>
                                    </a:cubicBezTo>
                                    <a:cubicBezTo>
                                      <a:pt x="506" y="2707"/>
                                      <a:pt x="424" y="3016"/>
                                      <a:pt x="334" y="3420"/>
                                    </a:cubicBezTo>
                                    <a:cubicBezTo>
                                      <a:pt x="244" y="3824"/>
                                      <a:pt x="28" y="4487"/>
                                      <a:pt x="14" y="4855"/>
                                    </a:cubicBezTo>
                                    <a:cubicBezTo>
                                      <a:pt x="0" y="5223"/>
                                      <a:pt x="201" y="5467"/>
                                      <a:pt x="250" y="562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22C44" id="Freeform 339" o:spid="_x0000_s1026" style="position:absolute;margin-left:298.3pt;margin-top:65.65pt;width:31pt;height:281.4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0,5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" path="m535,v28,400,55,800,68,1092c616,1383,620,1525,612,1748v-9,222,-13,402,-60,680c506,2707,424,3016,334,3420,244,3824,28,4487,14,4855,,5223,201,5467,250,5628e" filled="f">
                      <v:path arrowok="t" o:connecttype="custom" o:connectlocs="339725,0;382905,693420;388620,1109980;350520,1541780;212090,2171700;8890,3082925;158750,357378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3947160</wp:posOffset>
                      </wp:positionH>
                      <wp:positionV relativeFrom="paragraph">
                        <wp:posOffset>3187065</wp:posOffset>
                      </wp:positionV>
                      <wp:extent cx="207010" cy="1207135"/>
                      <wp:effectExtent l="9525" t="8255" r="12065" b="13335"/>
                      <wp:wrapNone/>
                      <wp:docPr id="47" name="Freeform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010" cy="1207135"/>
                              </a:xfrm>
                              <a:custGeom>
                                <a:avLst/>
                                <a:gdLst>
                                  <a:gd name="T0" fmla="*/ 0 w 326"/>
                                  <a:gd name="T1" fmla="*/ 1901 h 1901"/>
                                  <a:gd name="T2" fmla="*/ 101 w 326"/>
                                  <a:gd name="T3" fmla="*/ 1747 h 1901"/>
                                  <a:gd name="T4" fmla="*/ 294 w 326"/>
                                  <a:gd name="T5" fmla="*/ 1394 h 1901"/>
                                  <a:gd name="T6" fmla="*/ 294 w 326"/>
                                  <a:gd name="T7" fmla="*/ 932 h 1901"/>
                                  <a:gd name="T8" fmla="*/ 193 w 326"/>
                                  <a:gd name="T9" fmla="*/ 412 h 1901"/>
                                  <a:gd name="T10" fmla="*/ 50 w 326"/>
                                  <a:gd name="T11" fmla="*/ 0 h 19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26" h="1901">
                                    <a:moveTo>
                                      <a:pt x="0" y="1901"/>
                                    </a:moveTo>
                                    <a:cubicBezTo>
                                      <a:pt x="19" y="1875"/>
                                      <a:pt x="52" y="1831"/>
                                      <a:pt x="101" y="1747"/>
                                    </a:cubicBezTo>
                                    <a:cubicBezTo>
                                      <a:pt x="150" y="1663"/>
                                      <a:pt x="262" y="1530"/>
                                      <a:pt x="294" y="1394"/>
                                    </a:cubicBezTo>
                                    <a:cubicBezTo>
                                      <a:pt x="326" y="1258"/>
                                      <a:pt x="311" y="1095"/>
                                      <a:pt x="294" y="932"/>
                                    </a:cubicBezTo>
                                    <a:cubicBezTo>
                                      <a:pt x="277" y="769"/>
                                      <a:pt x="233" y="567"/>
                                      <a:pt x="193" y="412"/>
                                    </a:cubicBezTo>
                                    <a:cubicBezTo>
                                      <a:pt x="152" y="257"/>
                                      <a:pt x="79" y="86"/>
                                      <a:pt x="5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1E947" id="Freeform 340" o:spid="_x0000_s1026" style="position:absolute;margin-left:310.8pt;margin-top:250.95pt;width:16.3pt;height:95.0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6,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" path="m,1901v19,-26,52,-70,101,-154c150,1663,262,1530,294,1394v32,-136,17,-299,,-462c277,769,233,567,193,412,152,257,79,86,50,e" filled="f">
                      <v:path arrowok="t" o:connecttype="custom" o:connectlocs="0,1207135;64135,1109345;186690,885190;186690,591820;122555,261620;31750,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3788410</wp:posOffset>
                      </wp:positionH>
                      <wp:positionV relativeFrom="paragraph">
                        <wp:posOffset>4638040</wp:posOffset>
                      </wp:positionV>
                      <wp:extent cx="13970" cy="50165"/>
                      <wp:effectExtent l="12700" t="11430" r="11430" b="5080"/>
                      <wp:wrapNone/>
                      <wp:docPr id="46" name="Freeform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70" cy="50165"/>
                              </a:xfrm>
                              <a:custGeom>
                                <a:avLst/>
                                <a:gdLst>
                                  <a:gd name="T0" fmla="*/ 22 w 22"/>
                                  <a:gd name="T1" fmla="*/ 0 h 79"/>
                                  <a:gd name="T2" fmla="*/ 0 w 22"/>
                                  <a:gd name="T3" fmla="*/ 79 h 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2" h="79">
                                    <a:moveTo>
                                      <a:pt x="22" y="0"/>
                                    </a:moveTo>
                                    <a:cubicBezTo>
                                      <a:pt x="22" y="0"/>
                                      <a:pt x="11" y="39"/>
                                      <a:pt x="0" y="79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4FCDE679" id="Freeform 493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99.4pt,365.2pt" control1="299.4pt,365.2pt" control2="298.85pt,367.15pt" to="298.3pt,369.15pt" coordsize="22,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" filled="f">
                      <v:path arrowok="t" o:connecttype="custom" o:connectlocs="13970,0;0,50165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3488055</wp:posOffset>
                      </wp:positionH>
                      <wp:positionV relativeFrom="paragraph">
                        <wp:posOffset>2291715</wp:posOffset>
                      </wp:positionV>
                      <wp:extent cx="314325" cy="2355850"/>
                      <wp:effectExtent l="7620" t="8255" r="11430" b="7620"/>
                      <wp:wrapNone/>
                      <wp:docPr id="45" name="Freeform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4325" cy="2355850"/>
                              </a:xfrm>
                              <a:custGeom>
                                <a:avLst/>
                                <a:gdLst>
                                  <a:gd name="T0" fmla="*/ 0 w 495"/>
                                  <a:gd name="T1" fmla="*/ 15 h 3710"/>
                                  <a:gd name="T2" fmla="*/ 212 w 495"/>
                                  <a:gd name="T3" fmla="*/ 20 h 3710"/>
                                  <a:gd name="T4" fmla="*/ 354 w 495"/>
                                  <a:gd name="T5" fmla="*/ 137 h 3710"/>
                                  <a:gd name="T6" fmla="*/ 391 w 495"/>
                                  <a:gd name="T7" fmla="*/ 455 h 3710"/>
                                  <a:gd name="T8" fmla="*/ 328 w 495"/>
                                  <a:gd name="T9" fmla="*/ 1105 h 3710"/>
                                  <a:gd name="T10" fmla="*/ 188 w 495"/>
                                  <a:gd name="T11" fmla="*/ 1984 h 3710"/>
                                  <a:gd name="T12" fmla="*/ 103 w 495"/>
                                  <a:gd name="T13" fmla="*/ 2854 h 3710"/>
                                  <a:gd name="T14" fmla="*/ 495 w 495"/>
                                  <a:gd name="T15" fmla="*/ 3710 h 37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95" h="3710">
                                    <a:moveTo>
                                      <a:pt x="0" y="15"/>
                                    </a:moveTo>
                                    <a:cubicBezTo>
                                      <a:pt x="76" y="7"/>
                                      <a:pt x="152" y="0"/>
                                      <a:pt x="212" y="20"/>
                                    </a:cubicBezTo>
                                    <a:cubicBezTo>
                                      <a:pt x="271" y="40"/>
                                      <a:pt x="325" y="64"/>
                                      <a:pt x="354" y="137"/>
                                    </a:cubicBezTo>
                                    <a:cubicBezTo>
                                      <a:pt x="384" y="210"/>
                                      <a:pt x="396" y="294"/>
                                      <a:pt x="391" y="455"/>
                                    </a:cubicBezTo>
                                    <a:cubicBezTo>
                                      <a:pt x="386" y="615"/>
                                      <a:pt x="362" y="850"/>
                                      <a:pt x="328" y="1105"/>
                                    </a:cubicBezTo>
                                    <a:cubicBezTo>
                                      <a:pt x="294" y="1360"/>
                                      <a:pt x="225" y="1693"/>
                                      <a:pt x="188" y="1984"/>
                                    </a:cubicBezTo>
                                    <a:cubicBezTo>
                                      <a:pt x="151" y="2275"/>
                                      <a:pt x="52" y="2566"/>
                                      <a:pt x="103" y="2854"/>
                                    </a:cubicBezTo>
                                    <a:cubicBezTo>
                                      <a:pt x="154" y="3142"/>
                                      <a:pt x="413" y="3532"/>
                                      <a:pt x="495" y="371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78779" id="Freeform 338" o:spid="_x0000_s1026" style="position:absolute;margin-left:274.65pt;margin-top:180.45pt;width:24.75pt;height:185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5,3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" path="m,15c76,7,152,,212,20v59,20,113,44,142,117c384,210,396,294,391,455v-5,160,-29,395,-63,650c294,1360,225,1693,188,1984v-37,291,-136,582,-85,870c154,3142,413,3532,495,3710e" filled="f">
                      <v:path arrowok="t" o:connecttype="custom" o:connectlocs="0,9525;134620,12700;224790,86995;248285,288925;208280,701675;119380,1259840;65405,1812290;314325,235585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4069080</wp:posOffset>
                      </wp:positionH>
                      <wp:positionV relativeFrom="paragraph">
                        <wp:posOffset>4100830</wp:posOffset>
                      </wp:positionV>
                      <wp:extent cx="1360805" cy="584835"/>
                      <wp:effectExtent l="7620" t="7620" r="12700" b="7620"/>
                      <wp:wrapNone/>
                      <wp:docPr id="44" name="Freeform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0805" cy="584835"/>
                              </a:xfrm>
                              <a:custGeom>
                                <a:avLst/>
                                <a:gdLst>
                                  <a:gd name="T0" fmla="*/ 1800 w 1800"/>
                                  <a:gd name="T1" fmla="*/ 68 h 774"/>
                                  <a:gd name="T2" fmla="*/ 1370 w 1800"/>
                                  <a:gd name="T3" fmla="*/ 5 h 774"/>
                                  <a:gd name="T4" fmla="*/ 876 w 1800"/>
                                  <a:gd name="T5" fmla="*/ 40 h 774"/>
                                  <a:gd name="T6" fmla="*/ 403 w 1800"/>
                                  <a:gd name="T7" fmla="*/ 231 h 774"/>
                                  <a:gd name="T8" fmla="*/ 127 w 1800"/>
                                  <a:gd name="T9" fmla="*/ 520 h 774"/>
                                  <a:gd name="T10" fmla="*/ 0 w 1800"/>
                                  <a:gd name="T11" fmla="*/ 774 h 7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00" h="774">
                                    <a:moveTo>
                                      <a:pt x="1800" y="68"/>
                                    </a:moveTo>
                                    <a:cubicBezTo>
                                      <a:pt x="1661" y="39"/>
                                      <a:pt x="1524" y="10"/>
                                      <a:pt x="1370" y="5"/>
                                    </a:cubicBezTo>
                                    <a:cubicBezTo>
                                      <a:pt x="1216" y="0"/>
                                      <a:pt x="1037" y="2"/>
                                      <a:pt x="876" y="40"/>
                                    </a:cubicBezTo>
                                    <a:cubicBezTo>
                                      <a:pt x="715" y="78"/>
                                      <a:pt x="528" y="151"/>
                                      <a:pt x="403" y="231"/>
                                    </a:cubicBezTo>
                                    <a:cubicBezTo>
                                      <a:pt x="278" y="311"/>
                                      <a:pt x="194" y="430"/>
                                      <a:pt x="127" y="520"/>
                                    </a:cubicBezTo>
                                    <a:cubicBezTo>
                                      <a:pt x="60" y="610"/>
                                      <a:pt x="30" y="692"/>
                                      <a:pt x="0" y="77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9A95C" id="Freeform 341" o:spid="_x0000_s1026" style="position:absolute;margin-left:320.4pt;margin-top:322.9pt;width:107.15pt;height:46.0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" path="m1800,68c1661,39,1524,10,1370,5,1216,,1037,2,876,40,715,78,528,151,403,231,278,311,194,430,127,520,60,610,30,692,,774e" filled="f">
                      <v:path arrowok="t" o:connecttype="custom" o:connectlocs="1360805,51381;1035724,3778;662258,30224;304669,174544;96012,392912;0,58483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2291715</wp:posOffset>
                      </wp:positionV>
                      <wp:extent cx="628015" cy="2381250"/>
                      <wp:effectExtent l="5080" t="8255" r="5080" b="10795"/>
                      <wp:wrapNone/>
                      <wp:docPr id="43" name="Freeform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8015" cy="2381250"/>
                              </a:xfrm>
                              <a:custGeom>
                                <a:avLst/>
                                <a:gdLst>
                                  <a:gd name="T0" fmla="*/ 311 w 831"/>
                                  <a:gd name="T1" fmla="*/ 13 h 3150"/>
                                  <a:gd name="T2" fmla="*/ 164 w 831"/>
                                  <a:gd name="T3" fmla="*/ 8 h 3150"/>
                                  <a:gd name="T4" fmla="*/ 44 w 831"/>
                                  <a:gd name="T5" fmla="*/ 62 h 3150"/>
                                  <a:gd name="T6" fmla="*/ 4 w 831"/>
                                  <a:gd name="T7" fmla="*/ 257 h 3150"/>
                                  <a:gd name="T8" fmla="*/ 67 w 831"/>
                                  <a:gd name="T9" fmla="*/ 675 h 3150"/>
                                  <a:gd name="T10" fmla="*/ 373 w 831"/>
                                  <a:gd name="T11" fmla="*/ 1790 h 3150"/>
                                  <a:gd name="T12" fmla="*/ 831 w 831"/>
                                  <a:gd name="T13" fmla="*/ 3150 h 3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831" h="3150">
                                    <a:moveTo>
                                      <a:pt x="311" y="13"/>
                                    </a:moveTo>
                                    <a:cubicBezTo>
                                      <a:pt x="259" y="6"/>
                                      <a:pt x="208" y="0"/>
                                      <a:pt x="164" y="8"/>
                                    </a:cubicBezTo>
                                    <a:cubicBezTo>
                                      <a:pt x="120" y="16"/>
                                      <a:pt x="71" y="21"/>
                                      <a:pt x="44" y="62"/>
                                    </a:cubicBezTo>
                                    <a:cubicBezTo>
                                      <a:pt x="17" y="103"/>
                                      <a:pt x="0" y="155"/>
                                      <a:pt x="4" y="257"/>
                                    </a:cubicBezTo>
                                    <a:cubicBezTo>
                                      <a:pt x="8" y="359"/>
                                      <a:pt x="6" y="420"/>
                                      <a:pt x="67" y="675"/>
                                    </a:cubicBezTo>
                                    <a:cubicBezTo>
                                      <a:pt x="128" y="930"/>
                                      <a:pt x="246" y="1378"/>
                                      <a:pt x="373" y="1790"/>
                                    </a:cubicBezTo>
                                    <a:cubicBezTo>
                                      <a:pt x="500" y="2202"/>
                                      <a:pt x="665" y="2676"/>
                                      <a:pt x="831" y="315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9C486" id="Freeform 337" o:spid="_x0000_s1026" style="position:absolute;margin-left:188.95pt;margin-top:180.45pt;width:49.45pt;height:187.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1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" path="m311,13c259,6,208,,164,8,120,16,71,21,44,62,17,103,,155,4,257,8,359,6,420,67,675v61,255,179,703,306,1115c500,2202,665,2676,831,3150e" filled="f">
                      <v:path arrowok="t" o:connecttype="custom" o:connectlocs="235033,9827;123940,6048;33252,46869;3023,194280;50634,510268;281889,1353155;628015,238125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2945765</wp:posOffset>
                      </wp:positionV>
                      <wp:extent cx="1459865" cy="1186815"/>
                      <wp:effectExtent l="6985" t="5080" r="9525" b="8255"/>
                      <wp:wrapNone/>
                      <wp:docPr id="42" name="Freeform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59865" cy="1186815"/>
                              </a:xfrm>
                              <a:custGeom>
                                <a:avLst/>
                                <a:gdLst>
                                  <a:gd name="T0" fmla="*/ 0 w 1932"/>
                                  <a:gd name="T1" fmla="*/ 1570 h 1570"/>
                                  <a:gd name="T2" fmla="*/ 438 w 1932"/>
                                  <a:gd name="T3" fmla="*/ 1363 h 1570"/>
                                  <a:gd name="T4" fmla="*/ 1003 w 1932"/>
                                  <a:gd name="T5" fmla="*/ 1265 h 1570"/>
                                  <a:gd name="T6" fmla="*/ 1411 w 1932"/>
                                  <a:gd name="T7" fmla="*/ 1289 h 1570"/>
                                  <a:gd name="T8" fmla="*/ 1609 w 1932"/>
                                  <a:gd name="T9" fmla="*/ 1199 h 1570"/>
                                  <a:gd name="T10" fmla="*/ 1720 w 1932"/>
                                  <a:gd name="T11" fmla="*/ 629 h 1570"/>
                                  <a:gd name="T12" fmla="*/ 1932 w 1932"/>
                                  <a:gd name="T13" fmla="*/ 0 h 15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932" h="1570">
                                    <a:moveTo>
                                      <a:pt x="0" y="1570"/>
                                    </a:moveTo>
                                    <a:cubicBezTo>
                                      <a:pt x="73" y="1536"/>
                                      <a:pt x="271" y="1414"/>
                                      <a:pt x="438" y="1363"/>
                                    </a:cubicBezTo>
                                    <a:cubicBezTo>
                                      <a:pt x="605" y="1312"/>
                                      <a:pt x="841" y="1277"/>
                                      <a:pt x="1003" y="1265"/>
                                    </a:cubicBezTo>
                                    <a:cubicBezTo>
                                      <a:pt x="1165" y="1253"/>
                                      <a:pt x="1310" y="1300"/>
                                      <a:pt x="1411" y="1289"/>
                                    </a:cubicBezTo>
                                    <a:cubicBezTo>
                                      <a:pt x="1512" y="1278"/>
                                      <a:pt x="1558" y="1309"/>
                                      <a:pt x="1609" y="1199"/>
                                    </a:cubicBezTo>
                                    <a:cubicBezTo>
                                      <a:pt x="1660" y="1088"/>
                                      <a:pt x="1666" y="829"/>
                                      <a:pt x="1720" y="629"/>
                                    </a:cubicBezTo>
                                    <a:cubicBezTo>
                                      <a:pt x="1773" y="429"/>
                                      <a:pt x="1888" y="130"/>
                                      <a:pt x="193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9F0D8" id="Freeform 336" o:spid="_x0000_s1026" style="position:absolute;margin-left:57.85pt;margin-top:231.95pt;width:114.95pt;height:93.4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2,1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" path="m,1570v73,-34,271,-156,438,-207c605,1312,841,1277,1003,1265v162,-12,307,35,408,24c1512,1278,1558,1309,1609,1199v51,-111,57,-370,111,-570c1773,429,1888,130,1932,e" filled="f">
                      <v:path arrowok="t" o:connecttype="custom" o:connectlocs="0,1186815;330963,1030337;757891,956255;1066185,974398;1215799,906364;1299673,475482;1459865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4013200</wp:posOffset>
                      </wp:positionH>
                      <wp:positionV relativeFrom="paragraph">
                        <wp:posOffset>2978150</wp:posOffset>
                      </wp:positionV>
                      <wp:extent cx="1416685" cy="1044575"/>
                      <wp:effectExtent l="8890" t="8890" r="12700" b="13335"/>
                      <wp:wrapNone/>
                      <wp:docPr id="41" name="Freeform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16685" cy="1044575"/>
                              </a:xfrm>
                              <a:custGeom>
                                <a:avLst/>
                                <a:gdLst>
                                  <a:gd name="T0" fmla="*/ 1874 w 1874"/>
                                  <a:gd name="T1" fmla="*/ 1292 h 1382"/>
                                  <a:gd name="T2" fmla="*/ 1380 w 1874"/>
                                  <a:gd name="T3" fmla="*/ 1236 h 1382"/>
                                  <a:gd name="T4" fmla="*/ 833 w 1874"/>
                                  <a:gd name="T5" fmla="*/ 1289 h 1382"/>
                                  <a:gd name="T6" fmla="*/ 459 w 1874"/>
                                  <a:gd name="T7" fmla="*/ 1351 h 1382"/>
                                  <a:gd name="T8" fmla="*/ 350 w 1874"/>
                                  <a:gd name="T9" fmla="*/ 1102 h 1382"/>
                                  <a:gd name="T10" fmla="*/ 221 w 1874"/>
                                  <a:gd name="T11" fmla="*/ 552 h 1382"/>
                                  <a:gd name="T12" fmla="*/ 0 w 1874"/>
                                  <a:gd name="T13" fmla="*/ 0 h 13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74" h="1382">
                                    <a:moveTo>
                                      <a:pt x="1874" y="1292"/>
                                    </a:moveTo>
                                    <a:cubicBezTo>
                                      <a:pt x="1792" y="1284"/>
                                      <a:pt x="1553" y="1236"/>
                                      <a:pt x="1380" y="1236"/>
                                    </a:cubicBezTo>
                                    <a:cubicBezTo>
                                      <a:pt x="1207" y="1236"/>
                                      <a:pt x="986" y="1270"/>
                                      <a:pt x="833" y="1289"/>
                                    </a:cubicBezTo>
                                    <a:cubicBezTo>
                                      <a:pt x="680" y="1308"/>
                                      <a:pt x="540" y="1382"/>
                                      <a:pt x="459" y="1351"/>
                                    </a:cubicBezTo>
                                    <a:cubicBezTo>
                                      <a:pt x="378" y="1320"/>
                                      <a:pt x="390" y="1235"/>
                                      <a:pt x="350" y="1102"/>
                                    </a:cubicBezTo>
                                    <a:cubicBezTo>
                                      <a:pt x="310" y="969"/>
                                      <a:pt x="279" y="736"/>
                                      <a:pt x="221" y="552"/>
                                    </a:cubicBezTo>
                                    <a:cubicBezTo>
                                      <a:pt x="163" y="368"/>
                                      <a:pt x="45" y="11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23846" id="Freeform 335" o:spid="_x0000_s1026" style="position:absolute;margin-left:316pt;margin-top:234.5pt;width:111.55pt;height:82.2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74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" path="m1874,1292v-82,-8,-321,-56,-494,-56c1207,1236,986,1270,833,1289v-153,19,-293,93,-374,62c378,1320,390,1235,350,1102,310,969,279,736,221,552,163,368,45,115,,e" filled="f">
                      <v:path arrowok="t" o:connecttype="custom" o:connectlocs="1416685,976549;1043237,934222;629722,974282;346990,1021144;264589,832939;167069,417225;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3492500</wp:posOffset>
                      </wp:positionH>
                      <wp:positionV relativeFrom="paragraph">
                        <wp:posOffset>1727835</wp:posOffset>
                      </wp:positionV>
                      <wp:extent cx="179705" cy="508635"/>
                      <wp:effectExtent l="12065" t="6350" r="8255" b="8890"/>
                      <wp:wrapNone/>
                      <wp:docPr id="40" name="Freeform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508635"/>
                              </a:xfrm>
                              <a:custGeom>
                                <a:avLst/>
                                <a:gdLst>
                                  <a:gd name="T0" fmla="*/ 160 w 238"/>
                                  <a:gd name="T1" fmla="*/ 0 h 673"/>
                                  <a:gd name="T2" fmla="*/ 198 w 238"/>
                                  <a:gd name="T3" fmla="*/ 291 h 673"/>
                                  <a:gd name="T4" fmla="*/ 205 w 238"/>
                                  <a:gd name="T5" fmla="*/ 609 h 673"/>
                                  <a:gd name="T6" fmla="*/ 0 w 238"/>
                                  <a:gd name="T7" fmla="*/ 673 h 6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38" h="673">
                                    <a:moveTo>
                                      <a:pt x="160" y="0"/>
                                    </a:moveTo>
                                    <a:cubicBezTo>
                                      <a:pt x="166" y="48"/>
                                      <a:pt x="191" y="190"/>
                                      <a:pt x="198" y="291"/>
                                    </a:cubicBezTo>
                                    <a:cubicBezTo>
                                      <a:pt x="205" y="392"/>
                                      <a:pt x="238" y="545"/>
                                      <a:pt x="205" y="609"/>
                                    </a:cubicBezTo>
                                    <a:cubicBezTo>
                                      <a:pt x="172" y="673"/>
                                      <a:pt x="43" y="660"/>
                                      <a:pt x="0" y="67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4EA53" id="Freeform 334" o:spid="_x0000_s1026" style="position:absolute;margin-left:275pt;margin-top:136.05pt;width:14.15pt;height:40.0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,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" path="m160,v6,48,31,190,38,291c205,392,238,545,205,609,172,673,43,660,,673e" filled="f">
                      <v:path arrowok="t" o:connecttype="custom" o:connectlocs="120810,0;149502,219930;154788,460266;0,508635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2453640</wp:posOffset>
                      </wp:positionH>
                      <wp:positionV relativeFrom="paragraph">
                        <wp:posOffset>1729740</wp:posOffset>
                      </wp:positionV>
                      <wp:extent cx="183515" cy="514350"/>
                      <wp:effectExtent l="11430" t="8255" r="5080" b="10795"/>
                      <wp:wrapNone/>
                      <wp:docPr id="39" name="Freeform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515" cy="514350"/>
                              </a:xfrm>
                              <a:custGeom>
                                <a:avLst/>
                                <a:gdLst>
                                  <a:gd name="T0" fmla="*/ 67 w 243"/>
                                  <a:gd name="T1" fmla="*/ 0 h 681"/>
                                  <a:gd name="T2" fmla="*/ 35 w 243"/>
                                  <a:gd name="T3" fmla="*/ 300 h 681"/>
                                  <a:gd name="T4" fmla="*/ 35 w 243"/>
                                  <a:gd name="T5" fmla="*/ 619 h 681"/>
                                  <a:gd name="T6" fmla="*/ 243 w 243"/>
                                  <a:gd name="T7" fmla="*/ 671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43" h="681">
                                    <a:moveTo>
                                      <a:pt x="67" y="0"/>
                                    </a:moveTo>
                                    <a:cubicBezTo>
                                      <a:pt x="56" y="99"/>
                                      <a:pt x="40" y="197"/>
                                      <a:pt x="35" y="300"/>
                                    </a:cubicBezTo>
                                    <a:cubicBezTo>
                                      <a:pt x="29" y="403"/>
                                      <a:pt x="0" y="557"/>
                                      <a:pt x="35" y="619"/>
                                    </a:cubicBezTo>
                                    <a:cubicBezTo>
                                      <a:pt x="70" y="681"/>
                                      <a:pt x="200" y="660"/>
                                      <a:pt x="243" y="67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9CECE" id="Freeform 333" o:spid="_x0000_s1026" style="position:absolute;margin-left:193.2pt;margin-top:136.2pt;width:14.45pt;height:40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3,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" path="m67,c56,99,40,197,35,300,29,403,,557,35,619v35,62,165,41,208,52e" filled="f">
                      <v:path arrowok="t" o:connecttype="custom" o:connectlocs="50599,0;26432,226586;26432,467522;183515,506797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3738245</wp:posOffset>
                      </wp:positionH>
                      <wp:positionV relativeFrom="paragraph">
                        <wp:posOffset>770255</wp:posOffset>
                      </wp:positionV>
                      <wp:extent cx="245745" cy="1574800"/>
                      <wp:effectExtent l="10160" t="10795" r="10795" b="5080"/>
                      <wp:wrapNone/>
                      <wp:docPr id="38" name="Freeform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5745" cy="1574800"/>
                              </a:xfrm>
                              <a:custGeom>
                                <a:avLst/>
                                <a:gdLst>
                                  <a:gd name="T0" fmla="*/ 156 w 180"/>
                                  <a:gd name="T1" fmla="*/ 0 h 1377"/>
                                  <a:gd name="T2" fmla="*/ 170 w 180"/>
                                  <a:gd name="T3" fmla="*/ 606 h 1377"/>
                                  <a:gd name="T4" fmla="*/ 95 w 180"/>
                                  <a:gd name="T5" fmla="*/ 1062 h 1377"/>
                                  <a:gd name="T6" fmla="*/ 65 w 180"/>
                                  <a:gd name="T7" fmla="*/ 1338 h 1377"/>
                                  <a:gd name="T8" fmla="*/ 0 w 180"/>
                                  <a:gd name="T9" fmla="*/ 828 h 13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80" h="1377">
                                    <a:moveTo>
                                      <a:pt x="156" y="0"/>
                                    </a:moveTo>
                                    <a:cubicBezTo>
                                      <a:pt x="159" y="101"/>
                                      <a:pt x="180" y="429"/>
                                      <a:pt x="170" y="606"/>
                                    </a:cubicBezTo>
                                    <a:cubicBezTo>
                                      <a:pt x="160" y="783"/>
                                      <a:pt x="113" y="940"/>
                                      <a:pt x="95" y="1062"/>
                                    </a:cubicBezTo>
                                    <a:cubicBezTo>
                                      <a:pt x="78" y="1184"/>
                                      <a:pt x="81" y="1377"/>
                                      <a:pt x="65" y="1338"/>
                                    </a:cubicBezTo>
                                    <a:cubicBezTo>
                                      <a:pt x="49" y="1299"/>
                                      <a:pt x="14" y="934"/>
                                      <a:pt x="0" y="82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0D38C" id="Freeform 332" o:spid="_x0000_s1026" style="position:absolute;margin-left:294.35pt;margin-top:60.65pt;width:19.35pt;height:12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" path="m156,v3,101,24,429,14,606c160,783,113,940,95,1062,78,1184,81,1377,65,1338,49,1299,14,934,,828e" filled="f">
                      <v:path arrowok="t" o:connecttype="custom" o:connectlocs="212979,0;232093,693049;129699,1214552;88741,1530198;0,946939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2165350</wp:posOffset>
                      </wp:positionH>
                      <wp:positionV relativeFrom="paragraph">
                        <wp:posOffset>776605</wp:posOffset>
                      </wp:positionV>
                      <wp:extent cx="226695" cy="1583055"/>
                      <wp:effectExtent l="8890" t="7620" r="12065" b="9525"/>
                      <wp:wrapNone/>
                      <wp:docPr id="37" name="Freeform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695" cy="1583055"/>
                              </a:xfrm>
                              <a:custGeom>
                                <a:avLst/>
                                <a:gdLst>
                                  <a:gd name="T0" fmla="*/ 10 w 166"/>
                                  <a:gd name="T1" fmla="*/ 0 h 1384"/>
                                  <a:gd name="T2" fmla="*/ 10 w 166"/>
                                  <a:gd name="T3" fmla="*/ 612 h 1384"/>
                                  <a:gd name="T4" fmla="*/ 70 w 166"/>
                                  <a:gd name="T5" fmla="*/ 1068 h 1384"/>
                                  <a:gd name="T6" fmla="*/ 94 w 166"/>
                                  <a:gd name="T7" fmla="*/ 1344 h 1384"/>
                                  <a:gd name="T8" fmla="*/ 166 w 166"/>
                                  <a:gd name="T9" fmla="*/ 828 h 13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66" h="1384">
                                    <a:moveTo>
                                      <a:pt x="10" y="0"/>
                                    </a:moveTo>
                                    <a:cubicBezTo>
                                      <a:pt x="5" y="217"/>
                                      <a:pt x="0" y="434"/>
                                      <a:pt x="10" y="612"/>
                                    </a:cubicBezTo>
                                    <a:cubicBezTo>
                                      <a:pt x="20" y="790"/>
                                      <a:pt x="56" y="946"/>
                                      <a:pt x="70" y="1068"/>
                                    </a:cubicBezTo>
                                    <a:cubicBezTo>
                                      <a:pt x="84" y="1190"/>
                                      <a:pt x="78" y="1384"/>
                                      <a:pt x="94" y="1344"/>
                                    </a:cubicBezTo>
                                    <a:cubicBezTo>
                                      <a:pt x="110" y="1304"/>
                                      <a:pt x="138" y="1066"/>
                                      <a:pt x="166" y="82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3961D4" id="Freeform 331" o:spid="_x0000_s1026" style="position:absolute;margin-left:170.5pt;margin-top:61.15pt;width:17.85pt;height:124.6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6,1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" path="m10,c5,217,,434,10,612v10,178,46,334,60,456c84,1190,78,1384,94,1344v16,-40,44,-278,72,-516e" filled="f">
                      <v:path arrowok="t" o:connecttype="custom" o:connectlocs="13656,0;13656,700021;95594,1221606;128369,1537302;226695,947088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1934845</wp:posOffset>
                      </wp:positionH>
                      <wp:positionV relativeFrom="paragraph">
                        <wp:posOffset>839470</wp:posOffset>
                      </wp:positionV>
                      <wp:extent cx="520065" cy="3285490"/>
                      <wp:effectExtent l="6985" t="13335" r="6350" b="6350"/>
                      <wp:wrapNone/>
                      <wp:docPr id="36" name="Freeform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0065" cy="3285490"/>
                              </a:xfrm>
                              <a:custGeom>
                                <a:avLst/>
                                <a:gdLst>
                                  <a:gd name="T0" fmla="*/ 421 w 688"/>
                                  <a:gd name="T1" fmla="*/ 3084 h 4347"/>
                                  <a:gd name="T2" fmla="*/ 293 w 688"/>
                                  <a:gd name="T3" fmla="*/ 3509 h 4347"/>
                                  <a:gd name="T4" fmla="*/ 208 w 688"/>
                                  <a:gd name="T5" fmla="*/ 3977 h 4347"/>
                                  <a:gd name="T6" fmla="*/ 268 w 688"/>
                                  <a:gd name="T7" fmla="*/ 4138 h 4347"/>
                                  <a:gd name="T8" fmla="*/ 565 w 688"/>
                                  <a:gd name="T9" fmla="*/ 4294 h 4347"/>
                                  <a:gd name="T10" fmla="*/ 685 w 688"/>
                                  <a:gd name="T11" fmla="*/ 4247 h 4347"/>
                                  <a:gd name="T12" fmla="*/ 585 w 688"/>
                                  <a:gd name="T13" fmla="*/ 3693 h 4347"/>
                                  <a:gd name="T14" fmla="*/ 378 w 688"/>
                                  <a:gd name="T15" fmla="*/ 2876 h 4347"/>
                                  <a:gd name="T16" fmla="*/ 183 w 688"/>
                                  <a:gd name="T17" fmla="*/ 2160 h 4347"/>
                                  <a:gd name="T18" fmla="*/ 20 w 688"/>
                                  <a:gd name="T19" fmla="*/ 1616 h 4347"/>
                                  <a:gd name="T20" fmla="*/ 64 w 688"/>
                                  <a:gd name="T21" fmla="*/ 1089 h 4347"/>
                                  <a:gd name="T22" fmla="*/ 64 w 688"/>
                                  <a:gd name="T23" fmla="*/ 581 h 4347"/>
                                  <a:gd name="T24" fmla="*/ 81 w 688"/>
                                  <a:gd name="T25" fmla="*/ 0 h 43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88" h="4347">
                                    <a:moveTo>
                                      <a:pt x="421" y="3084"/>
                                    </a:moveTo>
                                    <a:cubicBezTo>
                                      <a:pt x="400" y="3154"/>
                                      <a:pt x="329" y="3361"/>
                                      <a:pt x="293" y="3509"/>
                                    </a:cubicBezTo>
                                    <a:cubicBezTo>
                                      <a:pt x="258" y="3658"/>
                                      <a:pt x="213" y="3872"/>
                                      <a:pt x="208" y="3977"/>
                                    </a:cubicBezTo>
                                    <a:cubicBezTo>
                                      <a:pt x="204" y="4081"/>
                                      <a:pt x="209" y="4085"/>
                                      <a:pt x="268" y="4138"/>
                                    </a:cubicBezTo>
                                    <a:cubicBezTo>
                                      <a:pt x="327" y="4191"/>
                                      <a:pt x="496" y="4276"/>
                                      <a:pt x="565" y="4294"/>
                                    </a:cubicBezTo>
                                    <a:cubicBezTo>
                                      <a:pt x="634" y="4312"/>
                                      <a:pt x="682" y="4347"/>
                                      <a:pt x="685" y="4247"/>
                                    </a:cubicBezTo>
                                    <a:cubicBezTo>
                                      <a:pt x="688" y="4147"/>
                                      <a:pt x="636" y="3921"/>
                                      <a:pt x="585" y="3693"/>
                                    </a:cubicBezTo>
                                    <a:cubicBezTo>
                                      <a:pt x="534" y="3465"/>
                                      <a:pt x="445" y="3133"/>
                                      <a:pt x="378" y="2876"/>
                                    </a:cubicBezTo>
                                    <a:cubicBezTo>
                                      <a:pt x="312" y="2621"/>
                                      <a:pt x="242" y="2371"/>
                                      <a:pt x="183" y="2160"/>
                                    </a:cubicBezTo>
                                    <a:cubicBezTo>
                                      <a:pt x="123" y="1950"/>
                                      <a:pt x="40" y="1794"/>
                                      <a:pt x="20" y="1616"/>
                                    </a:cubicBezTo>
                                    <a:cubicBezTo>
                                      <a:pt x="0" y="1437"/>
                                      <a:pt x="57" y="1262"/>
                                      <a:pt x="64" y="1089"/>
                                    </a:cubicBezTo>
                                    <a:cubicBezTo>
                                      <a:pt x="71" y="916"/>
                                      <a:pt x="60" y="762"/>
                                      <a:pt x="64" y="581"/>
                                    </a:cubicBezTo>
                                    <a:cubicBezTo>
                                      <a:pt x="67" y="399"/>
                                      <a:pt x="78" y="120"/>
                                      <a:pt x="81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8A627" id="Freeform 330" o:spid="_x0000_s1026" style="position:absolute;margin-left:152.35pt;margin-top:66.1pt;width:40.95pt;height:258.7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8,4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<v:path arrowok="t" o:connecttype="custom" o:connectlocs="318237,2330907;221481,2652124;157229,3005842;202583,3127526;427088,3245432;517797,3209909;442206,2791193;285733,2173699;138331,1632542;15118,1221383;48378,823073;48378,439123;61229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4102735</wp:posOffset>
                      </wp:positionV>
                      <wp:extent cx="1859280" cy="579755"/>
                      <wp:effectExtent l="6985" t="9525" r="10160" b="10795"/>
                      <wp:wrapNone/>
                      <wp:docPr id="35" name="Freeform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59280" cy="579755"/>
                              </a:xfrm>
                              <a:custGeom>
                                <a:avLst/>
                                <a:gdLst>
                                  <a:gd name="T0" fmla="*/ 2460 w 2460"/>
                                  <a:gd name="T1" fmla="*/ 767 h 767"/>
                                  <a:gd name="T2" fmla="*/ 2092 w 2460"/>
                                  <a:gd name="T3" fmla="*/ 287 h 767"/>
                                  <a:gd name="T4" fmla="*/ 1336 w 2460"/>
                                  <a:gd name="T5" fmla="*/ 30 h 767"/>
                                  <a:gd name="T6" fmla="*/ 545 w 2460"/>
                                  <a:gd name="T7" fmla="*/ 107 h 767"/>
                                  <a:gd name="T8" fmla="*/ 0 w 2460"/>
                                  <a:gd name="T9" fmla="*/ 363 h 7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460" h="767">
                                    <a:moveTo>
                                      <a:pt x="2460" y="767"/>
                                    </a:moveTo>
                                    <a:cubicBezTo>
                                      <a:pt x="2399" y="687"/>
                                      <a:pt x="2279" y="410"/>
                                      <a:pt x="2092" y="287"/>
                                    </a:cubicBezTo>
                                    <a:cubicBezTo>
                                      <a:pt x="1905" y="164"/>
                                      <a:pt x="1594" y="60"/>
                                      <a:pt x="1336" y="30"/>
                                    </a:cubicBezTo>
                                    <a:cubicBezTo>
                                      <a:pt x="1078" y="0"/>
                                      <a:pt x="768" y="51"/>
                                      <a:pt x="545" y="107"/>
                                    </a:cubicBezTo>
                                    <a:cubicBezTo>
                                      <a:pt x="323" y="162"/>
                                      <a:pt x="113" y="309"/>
                                      <a:pt x="0" y="36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019209" id="Freeform 329" o:spid="_x0000_s1026" style="position:absolute;margin-left:57.85pt;margin-top:323.05pt;width:146.4pt;height:45.6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60,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" path="m2460,767c2399,687,2279,410,2092,287,1905,164,1594,60,1336,30,1078,,768,51,545,107,323,162,113,309,,363e" filled="f">
                      <v:path arrowok="t" o:connecttype="custom" o:connectlocs="1859280,579755;1581144,216936;1009755,22676;411914,80878;0,274382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1069975</wp:posOffset>
                      </wp:positionH>
                      <wp:positionV relativeFrom="paragraph">
                        <wp:posOffset>233045</wp:posOffset>
                      </wp:positionV>
                      <wp:extent cx="257810" cy="547370"/>
                      <wp:effectExtent l="8890" t="6985" r="0" b="7620"/>
                      <wp:wrapNone/>
                      <wp:docPr id="34" name="Freeform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57810" cy="547370"/>
                              </a:xfrm>
                              <a:custGeom>
                                <a:avLst/>
                                <a:gdLst>
                                  <a:gd name="T0" fmla="*/ 8 w 193"/>
                                  <a:gd name="T1" fmla="*/ 143 h 478"/>
                                  <a:gd name="T2" fmla="*/ 123 w 193"/>
                                  <a:gd name="T3" fmla="*/ 4 h 478"/>
                                  <a:gd name="T4" fmla="*/ 183 w 193"/>
                                  <a:gd name="T5" fmla="*/ 117 h 478"/>
                                  <a:gd name="T6" fmla="*/ 186 w 193"/>
                                  <a:gd name="T7" fmla="*/ 309 h 478"/>
                                  <a:gd name="T8" fmla="*/ 157 w 193"/>
                                  <a:gd name="T9" fmla="*/ 467 h 478"/>
                                  <a:gd name="T10" fmla="*/ 128 w 193"/>
                                  <a:gd name="T11" fmla="*/ 376 h 478"/>
                                  <a:gd name="T12" fmla="*/ 68 w 193"/>
                                  <a:gd name="T13" fmla="*/ 282 h 478"/>
                                  <a:gd name="T14" fmla="*/ 109 w 193"/>
                                  <a:gd name="T15" fmla="*/ 304 h 478"/>
                                  <a:gd name="T16" fmla="*/ 152 w 193"/>
                                  <a:gd name="T17" fmla="*/ 376 h 478"/>
                                  <a:gd name="T18" fmla="*/ 147 w 193"/>
                                  <a:gd name="T19" fmla="*/ 210 h 478"/>
                                  <a:gd name="T20" fmla="*/ 128 w 193"/>
                                  <a:gd name="T21" fmla="*/ 45 h 478"/>
                                  <a:gd name="T22" fmla="*/ 73 w 193"/>
                                  <a:gd name="T23" fmla="*/ 78 h 478"/>
                                  <a:gd name="T24" fmla="*/ 8 w 193"/>
                                  <a:gd name="T25" fmla="*/ 143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3" h="478">
                                    <a:moveTo>
                                      <a:pt x="8" y="143"/>
                                    </a:moveTo>
                                    <a:cubicBezTo>
                                      <a:pt x="16" y="131"/>
                                      <a:pt x="94" y="8"/>
                                      <a:pt x="123" y="4"/>
                                    </a:cubicBezTo>
                                    <a:cubicBezTo>
                                      <a:pt x="152" y="0"/>
                                      <a:pt x="173" y="66"/>
                                      <a:pt x="183" y="117"/>
                                    </a:cubicBezTo>
                                    <a:cubicBezTo>
                                      <a:pt x="193" y="168"/>
                                      <a:pt x="190" y="251"/>
                                      <a:pt x="186" y="309"/>
                                    </a:cubicBezTo>
                                    <a:cubicBezTo>
                                      <a:pt x="182" y="367"/>
                                      <a:pt x="167" y="456"/>
                                      <a:pt x="157" y="467"/>
                                    </a:cubicBezTo>
                                    <a:cubicBezTo>
                                      <a:pt x="147" y="478"/>
                                      <a:pt x="143" y="407"/>
                                      <a:pt x="128" y="376"/>
                                    </a:cubicBezTo>
                                    <a:cubicBezTo>
                                      <a:pt x="113" y="345"/>
                                      <a:pt x="71" y="294"/>
                                      <a:pt x="68" y="282"/>
                                    </a:cubicBezTo>
                                    <a:cubicBezTo>
                                      <a:pt x="65" y="270"/>
                                      <a:pt x="95" y="288"/>
                                      <a:pt x="109" y="304"/>
                                    </a:cubicBezTo>
                                    <a:cubicBezTo>
                                      <a:pt x="123" y="320"/>
                                      <a:pt x="146" y="392"/>
                                      <a:pt x="152" y="376"/>
                                    </a:cubicBezTo>
                                    <a:cubicBezTo>
                                      <a:pt x="158" y="360"/>
                                      <a:pt x="151" y="265"/>
                                      <a:pt x="147" y="210"/>
                                    </a:cubicBezTo>
                                    <a:cubicBezTo>
                                      <a:pt x="143" y="155"/>
                                      <a:pt x="140" y="67"/>
                                      <a:pt x="128" y="45"/>
                                    </a:cubicBezTo>
                                    <a:cubicBezTo>
                                      <a:pt x="116" y="23"/>
                                      <a:pt x="92" y="60"/>
                                      <a:pt x="73" y="78"/>
                                    </a:cubicBezTo>
                                    <a:cubicBezTo>
                                      <a:pt x="54" y="96"/>
                                      <a:pt x="0" y="155"/>
                                      <a:pt x="8" y="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83F67D" id="Freeform 325" o:spid="_x0000_s1026" style="position:absolute;margin-left:84.25pt;margin-top:18.35pt;width:20.3pt;height:43.1pt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<v:path arrowok="t" o:connecttype="custom" o:connectlocs="10686,163753;164304,4581;244452,133980;248459,353844;209721,534774;170983,430567;90835,322925;145603,348118;203042,430567;196363,240476;170983,51531;97514,89320;10686,163753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464185</wp:posOffset>
                      </wp:positionV>
                      <wp:extent cx="121285" cy="201295"/>
                      <wp:effectExtent l="3810" t="0" r="8255" b="8255"/>
                      <wp:wrapNone/>
                      <wp:docPr id="33" name="Freeform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1285" cy="201295"/>
                              </a:xfrm>
                              <a:custGeom>
                                <a:avLst/>
                                <a:gdLst>
                                  <a:gd name="T0" fmla="*/ 48 w 91"/>
                                  <a:gd name="T1" fmla="*/ 6 h 176"/>
                                  <a:gd name="T2" fmla="*/ 84 w 91"/>
                                  <a:gd name="T3" fmla="*/ 80 h 176"/>
                                  <a:gd name="T4" fmla="*/ 86 w 91"/>
                                  <a:gd name="T5" fmla="*/ 155 h 176"/>
                                  <a:gd name="T6" fmla="*/ 53 w 91"/>
                                  <a:gd name="T7" fmla="*/ 174 h 176"/>
                                  <a:gd name="T8" fmla="*/ 5 w 91"/>
                                  <a:gd name="T9" fmla="*/ 145 h 176"/>
                                  <a:gd name="T10" fmla="*/ 24 w 91"/>
                                  <a:gd name="T11" fmla="*/ 107 h 176"/>
                                  <a:gd name="T12" fmla="*/ 24 w 91"/>
                                  <a:gd name="T13" fmla="*/ 44 h 176"/>
                                  <a:gd name="T14" fmla="*/ 48 w 91"/>
                                  <a:gd name="T15" fmla="*/ 6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176">
                                    <a:moveTo>
                                      <a:pt x="48" y="6"/>
                                    </a:moveTo>
                                    <a:cubicBezTo>
                                      <a:pt x="58" y="12"/>
                                      <a:pt x="78" y="55"/>
                                      <a:pt x="84" y="80"/>
                                    </a:cubicBezTo>
                                    <a:cubicBezTo>
                                      <a:pt x="90" y="105"/>
                                      <a:pt x="91" y="139"/>
                                      <a:pt x="86" y="155"/>
                                    </a:cubicBezTo>
                                    <a:cubicBezTo>
                                      <a:pt x="81" y="171"/>
                                      <a:pt x="66" y="176"/>
                                      <a:pt x="53" y="174"/>
                                    </a:cubicBezTo>
                                    <a:cubicBezTo>
                                      <a:pt x="40" y="172"/>
                                      <a:pt x="10" y="156"/>
                                      <a:pt x="5" y="145"/>
                                    </a:cubicBezTo>
                                    <a:cubicBezTo>
                                      <a:pt x="0" y="134"/>
                                      <a:pt x="21" y="124"/>
                                      <a:pt x="24" y="107"/>
                                    </a:cubicBezTo>
                                    <a:cubicBezTo>
                                      <a:pt x="27" y="90"/>
                                      <a:pt x="20" y="62"/>
                                      <a:pt x="24" y="44"/>
                                    </a:cubicBezTo>
                                    <a:cubicBezTo>
                                      <a:pt x="28" y="26"/>
                                      <a:pt x="38" y="0"/>
                                      <a:pt x="4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4787F" id="Freeform 324" o:spid="_x0000_s1026" style="position:absolute;margin-left:101.1pt;margin-top:36.55pt;width:9.55pt;height:15.85pt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" path="m48,6v10,6,30,49,36,74c90,105,91,139,86,155v-5,16,-20,21,-33,19c40,172,10,156,5,145,,134,21,124,24,107,27,90,20,62,24,44,28,26,38,,48,6xe" fillcolor="#ddd" stroked="f">
                      <v:path arrowok="t" o:connecttype="custom" o:connectlocs="63975,6862;111955,91498;114621,177277;70639,199008;6664,165840;31987,122378;31987,50324;63975,6862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3587750</wp:posOffset>
                      </wp:positionV>
                      <wp:extent cx="1721485" cy="406400"/>
                      <wp:effectExtent l="7620" t="8890" r="4445" b="3810"/>
                      <wp:wrapNone/>
                      <wp:docPr id="32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1485" cy="406400"/>
                              </a:xfrm>
                              <a:custGeom>
                                <a:avLst/>
                                <a:gdLst>
                                  <a:gd name="T0" fmla="*/ 1608 w 1608"/>
                                  <a:gd name="T1" fmla="*/ 298 h 380"/>
                                  <a:gd name="T2" fmla="*/ 1267 w 1608"/>
                                  <a:gd name="T3" fmla="*/ 25 h 380"/>
                                  <a:gd name="T4" fmla="*/ 1013 w 1608"/>
                                  <a:gd name="T5" fmla="*/ 153 h 380"/>
                                  <a:gd name="T6" fmla="*/ 432 w 1608"/>
                                  <a:gd name="T7" fmla="*/ 268 h 380"/>
                                  <a:gd name="T8" fmla="*/ 46 w 1608"/>
                                  <a:gd name="T9" fmla="*/ 261 h 380"/>
                                  <a:gd name="T10" fmla="*/ 155 w 1608"/>
                                  <a:gd name="T11" fmla="*/ 325 h 380"/>
                                  <a:gd name="T12" fmla="*/ 413 w 1608"/>
                                  <a:gd name="T13" fmla="*/ 330 h 380"/>
                                  <a:gd name="T14" fmla="*/ 803 w 1608"/>
                                  <a:gd name="T15" fmla="*/ 298 h 380"/>
                                  <a:gd name="T16" fmla="*/ 1378 w 1608"/>
                                  <a:gd name="T17" fmla="*/ 368 h 380"/>
                                  <a:gd name="T18" fmla="*/ 1562 w 1608"/>
                                  <a:gd name="T19" fmla="*/ 368 h 380"/>
                                  <a:gd name="T20" fmla="*/ 1608 w 1608"/>
                                  <a:gd name="T21" fmla="*/ 298 h 3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608" h="380">
                                    <a:moveTo>
                                      <a:pt x="1608" y="298"/>
                                    </a:moveTo>
                                    <a:cubicBezTo>
                                      <a:pt x="1526" y="227"/>
                                      <a:pt x="1367" y="49"/>
                                      <a:pt x="1267" y="25"/>
                                    </a:cubicBezTo>
                                    <a:cubicBezTo>
                                      <a:pt x="1167" y="0"/>
                                      <a:pt x="1152" y="112"/>
                                      <a:pt x="1013" y="153"/>
                                    </a:cubicBezTo>
                                    <a:cubicBezTo>
                                      <a:pt x="875" y="193"/>
                                      <a:pt x="593" y="250"/>
                                      <a:pt x="432" y="268"/>
                                    </a:cubicBezTo>
                                    <a:cubicBezTo>
                                      <a:pt x="271" y="286"/>
                                      <a:pt x="92" y="252"/>
                                      <a:pt x="46" y="261"/>
                                    </a:cubicBezTo>
                                    <a:cubicBezTo>
                                      <a:pt x="0" y="270"/>
                                      <a:pt x="94" y="314"/>
                                      <a:pt x="155" y="325"/>
                                    </a:cubicBezTo>
                                    <a:cubicBezTo>
                                      <a:pt x="216" y="336"/>
                                      <a:pt x="305" y="335"/>
                                      <a:pt x="413" y="330"/>
                                    </a:cubicBezTo>
                                    <a:cubicBezTo>
                                      <a:pt x="521" y="325"/>
                                      <a:pt x="643" y="291"/>
                                      <a:pt x="803" y="298"/>
                                    </a:cubicBezTo>
                                    <a:cubicBezTo>
                                      <a:pt x="964" y="304"/>
                                      <a:pt x="1252" y="357"/>
                                      <a:pt x="1378" y="368"/>
                                    </a:cubicBezTo>
                                    <a:cubicBezTo>
                                      <a:pt x="1505" y="380"/>
                                      <a:pt x="1524" y="380"/>
                                      <a:pt x="1562" y="368"/>
                                    </a:cubicBezTo>
                                    <a:cubicBezTo>
                                      <a:pt x="1600" y="357"/>
                                      <a:pt x="1598" y="313"/>
                                      <a:pt x="1608" y="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A4F1C" id="Freeform 323" o:spid="_x0000_s1026" style="position:absolute;margin-left:54.15pt;margin-top:282.5pt;width:135.55pt;height:3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08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<v:path arrowok="t" o:connecttype="custom" o:connectlocs="1721485,318703;1356419,26737;1084493,163629;462489,286619;49246,279133;165939,347579;442148,352926;859672,318703;1475253,393566;1672239,393566;1721485,318703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1570990</wp:posOffset>
                      </wp:positionH>
                      <wp:positionV relativeFrom="paragraph">
                        <wp:posOffset>941070</wp:posOffset>
                      </wp:positionV>
                      <wp:extent cx="400050" cy="737870"/>
                      <wp:effectExtent l="5080" t="635" r="4445" b="4445"/>
                      <wp:wrapNone/>
                      <wp:docPr id="31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0050" cy="737870"/>
                              </a:xfrm>
                              <a:custGeom>
                                <a:avLst/>
                                <a:gdLst>
                                  <a:gd name="T0" fmla="*/ 19 w 293"/>
                                  <a:gd name="T1" fmla="*/ 10 h 645"/>
                                  <a:gd name="T2" fmla="*/ 225 w 293"/>
                                  <a:gd name="T3" fmla="*/ 126 h 645"/>
                                  <a:gd name="T4" fmla="*/ 283 w 293"/>
                                  <a:gd name="T5" fmla="*/ 384 h 645"/>
                                  <a:gd name="T6" fmla="*/ 271 w 293"/>
                                  <a:gd name="T7" fmla="*/ 612 h 645"/>
                                  <a:gd name="T8" fmla="*/ 148 w 293"/>
                                  <a:gd name="T9" fmla="*/ 188 h 645"/>
                                  <a:gd name="T10" fmla="*/ 19 w 293"/>
                                  <a:gd name="T11" fmla="*/ 10 h 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93" h="645">
                                    <a:moveTo>
                                      <a:pt x="19" y="10"/>
                                    </a:moveTo>
                                    <a:cubicBezTo>
                                      <a:pt x="32" y="0"/>
                                      <a:pt x="181" y="64"/>
                                      <a:pt x="225" y="126"/>
                                    </a:cubicBezTo>
                                    <a:cubicBezTo>
                                      <a:pt x="269" y="188"/>
                                      <a:pt x="275" y="303"/>
                                      <a:pt x="283" y="384"/>
                                    </a:cubicBezTo>
                                    <a:cubicBezTo>
                                      <a:pt x="291" y="465"/>
                                      <a:pt x="293" y="645"/>
                                      <a:pt x="271" y="612"/>
                                    </a:cubicBezTo>
                                    <a:cubicBezTo>
                                      <a:pt x="249" y="579"/>
                                      <a:pt x="190" y="288"/>
                                      <a:pt x="148" y="188"/>
                                    </a:cubicBezTo>
                                    <a:cubicBezTo>
                                      <a:pt x="106" y="88"/>
                                      <a:pt x="0" y="10"/>
                                      <a:pt x="19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F9753" id="Freeform 322" o:spid="_x0000_s1026" style="position:absolute;margin-left:123.7pt;margin-top:74.1pt;width:31.5pt;height:58.1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3,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" path="m19,10c32,,181,64,225,126v44,62,50,177,58,258c291,465,293,645,271,612,249,579,190,288,148,188,106,88,,10,19,10xe" fillcolor="#ddd" stroked="f">
                      <v:path arrowok="t" o:connecttype="custom" o:connectlocs="25942,11440;307206,144142;386396,439290;370012,700119;202073,215069;25942,1144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2181860</wp:posOffset>
                      </wp:positionH>
                      <wp:positionV relativeFrom="paragraph">
                        <wp:posOffset>490220</wp:posOffset>
                      </wp:positionV>
                      <wp:extent cx="975995" cy="367030"/>
                      <wp:effectExtent l="6350" t="6985" r="8255" b="6985"/>
                      <wp:wrapNone/>
                      <wp:docPr id="30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75995" cy="367030"/>
                              </a:xfrm>
                              <a:custGeom>
                                <a:avLst/>
                                <a:gdLst>
                                  <a:gd name="T0" fmla="*/ 816 w 911"/>
                                  <a:gd name="T1" fmla="*/ 0 h 343"/>
                                  <a:gd name="T2" fmla="*/ 826 w 911"/>
                                  <a:gd name="T3" fmla="*/ 182 h 343"/>
                                  <a:gd name="T4" fmla="*/ 368 w 911"/>
                                  <a:gd name="T5" fmla="*/ 256 h 343"/>
                                  <a:gd name="T6" fmla="*/ 18 w 911"/>
                                  <a:gd name="T7" fmla="*/ 324 h 343"/>
                                  <a:gd name="T8" fmla="*/ 258 w 911"/>
                                  <a:gd name="T9" fmla="*/ 141 h 343"/>
                                  <a:gd name="T10" fmla="*/ 816 w 911"/>
                                  <a:gd name="T11" fmla="*/ 0 h 3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11" h="343">
                                    <a:moveTo>
                                      <a:pt x="816" y="0"/>
                                    </a:moveTo>
                                    <a:cubicBezTo>
                                      <a:pt x="911" y="7"/>
                                      <a:pt x="901" y="139"/>
                                      <a:pt x="826" y="182"/>
                                    </a:cubicBezTo>
                                    <a:cubicBezTo>
                                      <a:pt x="751" y="225"/>
                                      <a:pt x="503" y="232"/>
                                      <a:pt x="368" y="256"/>
                                    </a:cubicBezTo>
                                    <a:cubicBezTo>
                                      <a:pt x="233" y="280"/>
                                      <a:pt x="36" y="343"/>
                                      <a:pt x="18" y="324"/>
                                    </a:cubicBezTo>
                                    <a:cubicBezTo>
                                      <a:pt x="0" y="305"/>
                                      <a:pt x="125" y="195"/>
                                      <a:pt x="258" y="141"/>
                                    </a:cubicBezTo>
                                    <a:cubicBezTo>
                                      <a:pt x="391" y="87"/>
                                      <a:pt x="700" y="30"/>
                                      <a:pt x="81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B45720" id="Freeform 321" o:spid="_x0000_s1026" style="position:absolute;margin-left:171.8pt;margin-top:38.6pt;width:76.85pt;height:28.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1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" path="m816,v95,7,85,139,10,182c751,225,503,232,368,256,233,280,36,343,18,324,,305,125,195,258,141,391,87,700,30,816,xe" fillcolor="#ddd" stroked="f">
                      <v:path arrowok="t" o:connecttype="custom" o:connectlocs="874217,0;884931,194751;394255,273935;19284,346699;276407,150878;874217,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978535</wp:posOffset>
                      </wp:positionV>
                      <wp:extent cx="1111250" cy="2625725"/>
                      <wp:effectExtent l="8890" t="9525" r="13335" b="12700"/>
                      <wp:wrapNone/>
                      <wp:docPr id="29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0" cy="2625725"/>
                              </a:xfrm>
                              <a:custGeom>
                                <a:avLst/>
                                <a:gdLst>
                                  <a:gd name="T0" fmla="*/ 690 w 1038"/>
                                  <a:gd name="T1" fmla="*/ 0 h 2453"/>
                                  <a:gd name="T2" fmla="*/ 863 w 1038"/>
                                  <a:gd name="T3" fmla="*/ 297 h 2453"/>
                                  <a:gd name="T4" fmla="*/ 980 w 1038"/>
                                  <a:gd name="T5" fmla="*/ 938 h 2453"/>
                                  <a:gd name="T6" fmla="*/ 925 w 1038"/>
                                  <a:gd name="T7" fmla="*/ 1703 h 2453"/>
                                  <a:gd name="T8" fmla="*/ 305 w 1038"/>
                                  <a:gd name="T9" fmla="*/ 2289 h 2453"/>
                                  <a:gd name="T10" fmla="*/ 0 w 1038"/>
                                  <a:gd name="T11" fmla="*/ 2453 h 2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38" h="2453">
                                    <a:moveTo>
                                      <a:pt x="690" y="0"/>
                                    </a:moveTo>
                                    <a:cubicBezTo>
                                      <a:pt x="719" y="49"/>
                                      <a:pt x="814" y="141"/>
                                      <a:pt x="863" y="297"/>
                                    </a:cubicBezTo>
                                    <a:cubicBezTo>
                                      <a:pt x="911" y="453"/>
                                      <a:pt x="970" y="704"/>
                                      <a:pt x="980" y="938"/>
                                    </a:cubicBezTo>
                                    <a:cubicBezTo>
                                      <a:pt x="990" y="1172"/>
                                      <a:pt x="1038" y="1477"/>
                                      <a:pt x="925" y="1703"/>
                                    </a:cubicBezTo>
                                    <a:cubicBezTo>
                                      <a:pt x="812" y="1928"/>
                                      <a:pt x="459" y="2164"/>
                                      <a:pt x="305" y="2289"/>
                                    </a:cubicBezTo>
                                    <a:cubicBezTo>
                                      <a:pt x="151" y="2414"/>
                                      <a:pt x="64" y="2419"/>
                                      <a:pt x="0" y="2453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64794" id="Freeform 320" o:spid="_x0000_s1026" style="position:absolute;margin-left:58pt;margin-top:77.05pt;width:87.5pt;height:206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8,2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" path="m690,v29,49,124,141,173,297c911,453,970,704,980,938v10,234,58,539,-55,765c812,1928,459,2164,305,2289,151,2414,64,2419,,2453e" filled="f" strokecolor="#ddd" strokeweight="1pt">
                      <v:path arrowok="t" o:connecttype="custom" o:connectlocs="738692,0;923901,317913;1049157,1004048;990276,1822915;326523,2450177;0,262572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181610</wp:posOffset>
                      </wp:positionV>
                      <wp:extent cx="539115" cy="838200"/>
                      <wp:effectExtent l="13335" t="12700" r="9525" b="6350"/>
                      <wp:wrapNone/>
                      <wp:docPr id="28" name="Freeform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539115" cy="838200"/>
                              </a:xfrm>
                              <a:custGeom>
                                <a:avLst/>
                                <a:gdLst>
                                  <a:gd name="T0" fmla="*/ 0 w 405"/>
                                  <a:gd name="T1" fmla="*/ 601 h 733"/>
                                  <a:gd name="T2" fmla="*/ 84 w 405"/>
                                  <a:gd name="T3" fmla="*/ 709 h 733"/>
                                  <a:gd name="T4" fmla="*/ 312 w 405"/>
                                  <a:gd name="T5" fmla="*/ 673 h 733"/>
                                  <a:gd name="T6" fmla="*/ 396 w 405"/>
                                  <a:gd name="T7" fmla="*/ 349 h 733"/>
                                  <a:gd name="T8" fmla="*/ 365 w 405"/>
                                  <a:gd name="T9" fmla="*/ 75 h 733"/>
                                  <a:gd name="T10" fmla="*/ 254 w 405"/>
                                  <a:gd name="T11" fmla="*/ 30 h 733"/>
                                  <a:gd name="T12" fmla="*/ 96 w 405"/>
                                  <a:gd name="T13" fmla="*/ 253 h 7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05" h="733">
                                    <a:moveTo>
                                      <a:pt x="0" y="601"/>
                                    </a:moveTo>
                                    <a:cubicBezTo>
                                      <a:pt x="16" y="649"/>
                                      <a:pt x="32" y="697"/>
                                      <a:pt x="84" y="709"/>
                                    </a:cubicBezTo>
                                    <a:cubicBezTo>
                                      <a:pt x="136" y="721"/>
                                      <a:pt x="260" y="733"/>
                                      <a:pt x="312" y="673"/>
                                    </a:cubicBezTo>
                                    <a:cubicBezTo>
                                      <a:pt x="364" y="613"/>
                                      <a:pt x="387" y="449"/>
                                      <a:pt x="396" y="349"/>
                                    </a:cubicBezTo>
                                    <a:cubicBezTo>
                                      <a:pt x="405" y="249"/>
                                      <a:pt x="389" y="128"/>
                                      <a:pt x="365" y="75"/>
                                    </a:cubicBezTo>
                                    <a:cubicBezTo>
                                      <a:pt x="341" y="22"/>
                                      <a:pt x="299" y="0"/>
                                      <a:pt x="254" y="30"/>
                                    </a:cubicBezTo>
                                    <a:cubicBezTo>
                                      <a:pt x="209" y="60"/>
                                      <a:pt x="129" y="207"/>
                                      <a:pt x="96" y="25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9ECEB" id="Freeform 319" o:spid="_x0000_s1026" style="position:absolute;margin-left:80.85pt;margin-top:14.3pt;width:42.45pt;height:66pt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5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" path="m,601v16,48,32,96,84,108c136,721,260,733,312,673v52,-60,75,-224,84,-324c405,249,389,128,365,75,341,22,299,,254,30,209,60,129,207,96,253e" filled="f" strokecolor="#ddd">
                      <v:path arrowok="t" o:connecttype="custom" o:connectlocs="0,687255;111816,810756;415318,769589;527135,399088;485869,85764;338112,34306;127790,289311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9525</wp:posOffset>
                      </wp:positionV>
                      <wp:extent cx="1703705" cy="982345"/>
                      <wp:effectExtent l="15240" t="12065" r="14605" b="15240"/>
                      <wp:wrapNone/>
                      <wp:docPr id="27" name="Freeform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3705" cy="982345"/>
                              </a:xfrm>
                              <a:custGeom>
                                <a:avLst/>
                                <a:gdLst>
                                  <a:gd name="T0" fmla="*/ 1591 w 1591"/>
                                  <a:gd name="T1" fmla="*/ 419 h 918"/>
                                  <a:gd name="T2" fmla="*/ 1126 w 1591"/>
                                  <a:gd name="T3" fmla="*/ 519 h 918"/>
                                  <a:gd name="T4" fmla="*/ 599 w 1591"/>
                                  <a:gd name="T5" fmla="*/ 770 h 918"/>
                                  <a:gd name="T6" fmla="*/ 190 w 1591"/>
                                  <a:gd name="T7" fmla="*/ 790 h 918"/>
                                  <a:gd name="T8" fmla="*/ 0 w 1591"/>
                                  <a:gd name="T9" fmla="*/ 0 h 9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1" h="918">
                                    <a:moveTo>
                                      <a:pt x="1591" y="419"/>
                                    </a:moveTo>
                                    <a:cubicBezTo>
                                      <a:pt x="1513" y="435"/>
                                      <a:pt x="1291" y="460"/>
                                      <a:pt x="1126" y="519"/>
                                    </a:cubicBezTo>
                                    <a:cubicBezTo>
                                      <a:pt x="961" y="578"/>
                                      <a:pt x="753" y="725"/>
                                      <a:pt x="599" y="770"/>
                                    </a:cubicBezTo>
                                    <a:cubicBezTo>
                                      <a:pt x="443" y="815"/>
                                      <a:pt x="290" y="918"/>
                                      <a:pt x="190" y="790"/>
                                    </a:cubicBezTo>
                                    <a:cubicBezTo>
                                      <a:pt x="90" y="662"/>
                                      <a:pt x="40" y="16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9E485" id="Freeform 318" o:spid="_x0000_s1026" style="position:absolute;margin-left:107.25pt;margin-top:.75pt;width:134.15pt;height:77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1,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" path="m1591,419v-78,16,-300,41,-465,100c961,578,753,725,599,770,443,815,290,918,190,790,90,662,40,165,,e" filled="f" strokecolor="#ddd" strokeweight="1pt">
                      <v:path arrowok="t" o:connecttype="custom" o:connectlocs="1703705,448369;1205765,555378;641433,823971;203459,845373;0,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4811395</wp:posOffset>
                      </wp:positionH>
                      <wp:positionV relativeFrom="paragraph">
                        <wp:posOffset>233680</wp:posOffset>
                      </wp:positionV>
                      <wp:extent cx="257175" cy="547370"/>
                      <wp:effectExtent l="6985" t="7620" r="2540" b="6985"/>
                      <wp:wrapNone/>
                      <wp:docPr id="26" name="Freeform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175" cy="547370"/>
                              </a:xfrm>
                              <a:custGeom>
                                <a:avLst/>
                                <a:gdLst>
                                  <a:gd name="T0" fmla="*/ 8 w 193"/>
                                  <a:gd name="T1" fmla="*/ 143 h 478"/>
                                  <a:gd name="T2" fmla="*/ 123 w 193"/>
                                  <a:gd name="T3" fmla="*/ 4 h 478"/>
                                  <a:gd name="T4" fmla="*/ 183 w 193"/>
                                  <a:gd name="T5" fmla="*/ 117 h 478"/>
                                  <a:gd name="T6" fmla="*/ 186 w 193"/>
                                  <a:gd name="T7" fmla="*/ 309 h 478"/>
                                  <a:gd name="T8" fmla="*/ 157 w 193"/>
                                  <a:gd name="T9" fmla="*/ 467 h 478"/>
                                  <a:gd name="T10" fmla="*/ 128 w 193"/>
                                  <a:gd name="T11" fmla="*/ 376 h 478"/>
                                  <a:gd name="T12" fmla="*/ 68 w 193"/>
                                  <a:gd name="T13" fmla="*/ 282 h 478"/>
                                  <a:gd name="T14" fmla="*/ 109 w 193"/>
                                  <a:gd name="T15" fmla="*/ 304 h 478"/>
                                  <a:gd name="T16" fmla="*/ 152 w 193"/>
                                  <a:gd name="T17" fmla="*/ 376 h 478"/>
                                  <a:gd name="T18" fmla="*/ 147 w 193"/>
                                  <a:gd name="T19" fmla="*/ 210 h 478"/>
                                  <a:gd name="T20" fmla="*/ 128 w 193"/>
                                  <a:gd name="T21" fmla="*/ 45 h 478"/>
                                  <a:gd name="T22" fmla="*/ 73 w 193"/>
                                  <a:gd name="T23" fmla="*/ 78 h 478"/>
                                  <a:gd name="T24" fmla="*/ 8 w 193"/>
                                  <a:gd name="T25" fmla="*/ 143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3" h="478">
                                    <a:moveTo>
                                      <a:pt x="8" y="143"/>
                                    </a:moveTo>
                                    <a:cubicBezTo>
                                      <a:pt x="16" y="131"/>
                                      <a:pt x="94" y="8"/>
                                      <a:pt x="123" y="4"/>
                                    </a:cubicBezTo>
                                    <a:cubicBezTo>
                                      <a:pt x="152" y="0"/>
                                      <a:pt x="173" y="66"/>
                                      <a:pt x="183" y="117"/>
                                    </a:cubicBezTo>
                                    <a:cubicBezTo>
                                      <a:pt x="193" y="168"/>
                                      <a:pt x="190" y="251"/>
                                      <a:pt x="186" y="309"/>
                                    </a:cubicBezTo>
                                    <a:cubicBezTo>
                                      <a:pt x="182" y="367"/>
                                      <a:pt x="167" y="456"/>
                                      <a:pt x="157" y="467"/>
                                    </a:cubicBezTo>
                                    <a:cubicBezTo>
                                      <a:pt x="147" y="478"/>
                                      <a:pt x="143" y="407"/>
                                      <a:pt x="128" y="376"/>
                                    </a:cubicBezTo>
                                    <a:cubicBezTo>
                                      <a:pt x="113" y="345"/>
                                      <a:pt x="71" y="294"/>
                                      <a:pt x="68" y="282"/>
                                    </a:cubicBezTo>
                                    <a:cubicBezTo>
                                      <a:pt x="65" y="270"/>
                                      <a:pt x="95" y="288"/>
                                      <a:pt x="109" y="304"/>
                                    </a:cubicBezTo>
                                    <a:cubicBezTo>
                                      <a:pt x="123" y="320"/>
                                      <a:pt x="146" y="392"/>
                                      <a:pt x="152" y="376"/>
                                    </a:cubicBezTo>
                                    <a:cubicBezTo>
                                      <a:pt x="158" y="360"/>
                                      <a:pt x="151" y="265"/>
                                      <a:pt x="147" y="210"/>
                                    </a:cubicBezTo>
                                    <a:cubicBezTo>
                                      <a:pt x="143" y="155"/>
                                      <a:pt x="140" y="67"/>
                                      <a:pt x="128" y="45"/>
                                    </a:cubicBezTo>
                                    <a:cubicBezTo>
                                      <a:pt x="116" y="23"/>
                                      <a:pt x="92" y="60"/>
                                      <a:pt x="73" y="78"/>
                                    </a:cubicBezTo>
                                    <a:cubicBezTo>
                                      <a:pt x="54" y="96"/>
                                      <a:pt x="0" y="155"/>
                                      <a:pt x="8" y="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6177F" id="Freeform 317" o:spid="_x0000_s1026" style="position:absolute;margin-left:378.85pt;margin-top:18.4pt;width:20.25pt;height:43.1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<v:path arrowok="t" o:connecttype="custom" o:connectlocs="10660,163753;163899,4581;243850,133980;247847,353844;209205,534774;170562,430567;90611,322925;145244,348118;202542,430567;195879,240476;170562,51531;97273,89320;10660,163753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464820</wp:posOffset>
                      </wp:positionV>
                      <wp:extent cx="121285" cy="201295"/>
                      <wp:effectExtent l="3810" t="635" r="8255" b="7620"/>
                      <wp:wrapNone/>
                      <wp:docPr id="25" name="Freeform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285" cy="201295"/>
                              </a:xfrm>
                              <a:custGeom>
                                <a:avLst/>
                                <a:gdLst>
                                  <a:gd name="T0" fmla="*/ 48 w 91"/>
                                  <a:gd name="T1" fmla="*/ 6 h 176"/>
                                  <a:gd name="T2" fmla="*/ 84 w 91"/>
                                  <a:gd name="T3" fmla="*/ 80 h 176"/>
                                  <a:gd name="T4" fmla="*/ 86 w 91"/>
                                  <a:gd name="T5" fmla="*/ 155 h 176"/>
                                  <a:gd name="T6" fmla="*/ 53 w 91"/>
                                  <a:gd name="T7" fmla="*/ 174 h 176"/>
                                  <a:gd name="T8" fmla="*/ 5 w 91"/>
                                  <a:gd name="T9" fmla="*/ 145 h 176"/>
                                  <a:gd name="T10" fmla="*/ 24 w 91"/>
                                  <a:gd name="T11" fmla="*/ 107 h 176"/>
                                  <a:gd name="T12" fmla="*/ 24 w 91"/>
                                  <a:gd name="T13" fmla="*/ 44 h 176"/>
                                  <a:gd name="T14" fmla="*/ 48 w 91"/>
                                  <a:gd name="T15" fmla="*/ 6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176">
                                    <a:moveTo>
                                      <a:pt x="48" y="6"/>
                                    </a:moveTo>
                                    <a:cubicBezTo>
                                      <a:pt x="58" y="12"/>
                                      <a:pt x="78" y="55"/>
                                      <a:pt x="84" y="80"/>
                                    </a:cubicBezTo>
                                    <a:cubicBezTo>
                                      <a:pt x="90" y="105"/>
                                      <a:pt x="91" y="139"/>
                                      <a:pt x="86" y="155"/>
                                    </a:cubicBezTo>
                                    <a:cubicBezTo>
                                      <a:pt x="81" y="171"/>
                                      <a:pt x="66" y="176"/>
                                      <a:pt x="53" y="174"/>
                                    </a:cubicBezTo>
                                    <a:cubicBezTo>
                                      <a:pt x="40" y="172"/>
                                      <a:pt x="10" y="156"/>
                                      <a:pt x="5" y="145"/>
                                    </a:cubicBezTo>
                                    <a:cubicBezTo>
                                      <a:pt x="0" y="134"/>
                                      <a:pt x="21" y="124"/>
                                      <a:pt x="24" y="107"/>
                                    </a:cubicBezTo>
                                    <a:cubicBezTo>
                                      <a:pt x="27" y="90"/>
                                      <a:pt x="20" y="62"/>
                                      <a:pt x="24" y="44"/>
                                    </a:cubicBezTo>
                                    <a:cubicBezTo>
                                      <a:pt x="28" y="26"/>
                                      <a:pt x="38" y="0"/>
                                      <a:pt x="4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DF6A9" id="Freeform 316" o:spid="_x0000_s1026" style="position:absolute;margin-left:372.6pt;margin-top:36.6pt;width:9.55pt;height:15.8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" path="m48,6v10,6,30,49,36,74c90,105,91,139,86,155v-5,16,-20,21,-33,19c40,172,10,156,5,145,,134,21,124,24,107,27,90,20,62,24,44,28,26,38,,48,6xe" fillcolor="#ddd" stroked="f">
                      <v:path arrowok="t" o:connecttype="custom" o:connectlocs="63975,6862;111955,91498;114621,177277;70639,199008;6664,165840;31987,122378;31987,50324;63975,6862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3782695</wp:posOffset>
                      </wp:positionH>
                      <wp:positionV relativeFrom="paragraph">
                        <wp:posOffset>3606165</wp:posOffset>
                      </wp:positionV>
                      <wp:extent cx="1743075" cy="503555"/>
                      <wp:effectExtent l="6985" t="8255" r="2540" b="2540"/>
                      <wp:wrapNone/>
                      <wp:docPr id="24" name="Freeform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43075" cy="503555"/>
                              </a:xfrm>
                              <a:custGeom>
                                <a:avLst/>
                                <a:gdLst>
                                  <a:gd name="T0" fmla="*/ 73 w 1628"/>
                                  <a:gd name="T1" fmla="*/ 184 h 470"/>
                                  <a:gd name="T2" fmla="*/ 290 w 1628"/>
                                  <a:gd name="T3" fmla="*/ 7 h 470"/>
                                  <a:gd name="T4" fmla="*/ 544 w 1628"/>
                                  <a:gd name="T5" fmla="*/ 136 h 470"/>
                                  <a:gd name="T6" fmla="*/ 1126 w 1628"/>
                                  <a:gd name="T7" fmla="*/ 251 h 470"/>
                                  <a:gd name="T8" fmla="*/ 1507 w 1628"/>
                                  <a:gd name="T9" fmla="*/ 245 h 470"/>
                                  <a:gd name="T10" fmla="*/ 1502 w 1628"/>
                                  <a:gd name="T11" fmla="*/ 287 h 470"/>
                                  <a:gd name="T12" fmla="*/ 752 w 1628"/>
                                  <a:gd name="T13" fmla="*/ 341 h 470"/>
                                  <a:gd name="T14" fmla="*/ 187 w 1628"/>
                                  <a:gd name="T15" fmla="*/ 405 h 470"/>
                                  <a:gd name="T16" fmla="*/ 19 w 1628"/>
                                  <a:gd name="T17" fmla="*/ 434 h 470"/>
                                  <a:gd name="T18" fmla="*/ 73 w 1628"/>
                                  <a:gd name="T19" fmla="*/ 184 h 4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628" h="470">
                                    <a:moveTo>
                                      <a:pt x="73" y="184"/>
                                    </a:moveTo>
                                    <a:cubicBezTo>
                                      <a:pt x="118" y="113"/>
                                      <a:pt x="212" y="15"/>
                                      <a:pt x="290" y="7"/>
                                    </a:cubicBezTo>
                                    <a:cubicBezTo>
                                      <a:pt x="368" y="0"/>
                                      <a:pt x="405" y="95"/>
                                      <a:pt x="544" y="136"/>
                                    </a:cubicBezTo>
                                    <a:cubicBezTo>
                                      <a:pt x="683" y="176"/>
                                      <a:pt x="966" y="233"/>
                                      <a:pt x="1126" y="251"/>
                                    </a:cubicBezTo>
                                    <a:cubicBezTo>
                                      <a:pt x="1286" y="269"/>
                                      <a:pt x="1444" y="239"/>
                                      <a:pt x="1507" y="245"/>
                                    </a:cubicBezTo>
                                    <a:cubicBezTo>
                                      <a:pt x="1570" y="251"/>
                                      <a:pt x="1628" y="271"/>
                                      <a:pt x="1502" y="287"/>
                                    </a:cubicBezTo>
                                    <a:cubicBezTo>
                                      <a:pt x="1376" y="303"/>
                                      <a:pt x="971" y="321"/>
                                      <a:pt x="752" y="341"/>
                                    </a:cubicBezTo>
                                    <a:cubicBezTo>
                                      <a:pt x="533" y="361"/>
                                      <a:pt x="309" y="389"/>
                                      <a:pt x="187" y="405"/>
                                    </a:cubicBezTo>
                                    <a:cubicBezTo>
                                      <a:pt x="64" y="421"/>
                                      <a:pt x="38" y="470"/>
                                      <a:pt x="19" y="434"/>
                                    </a:cubicBezTo>
                                    <a:cubicBezTo>
                                      <a:pt x="0" y="397"/>
                                      <a:pt x="28" y="254"/>
                                      <a:pt x="73" y="1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D6C83" id="Freeform 315" o:spid="_x0000_s1026" style="position:absolute;margin-left:297.85pt;margin-top:283.95pt;width:137.25pt;height:39.6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8,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" path="m73,184c118,113,212,15,290,7,368,,405,95,544,136v139,40,422,97,582,115c1286,269,1444,239,1507,245v63,6,121,26,-5,42c1376,303,971,321,752,341,533,361,309,389,187,405,64,421,38,470,19,434,,397,28,254,73,184xe" fillcolor="#ddd" stroked="f">
                      <v:path arrowok="t" o:connecttype="custom" o:connectlocs="78160,197136;310499,7500;582453,145710;1205591,268920;1613522,262491;1608169,307490;805155,365345;200218,433914;20343,464985;78160,197136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2861945</wp:posOffset>
                      </wp:positionH>
                      <wp:positionV relativeFrom="paragraph">
                        <wp:posOffset>3223260</wp:posOffset>
                      </wp:positionV>
                      <wp:extent cx="332105" cy="1008380"/>
                      <wp:effectExtent l="635" t="6350" r="635" b="4445"/>
                      <wp:wrapNone/>
                      <wp:docPr id="23" name="Freeform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2105" cy="1008380"/>
                              </a:xfrm>
                              <a:custGeom>
                                <a:avLst/>
                                <a:gdLst>
                                  <a:gd name="T0" fmla="*/ 206 w 250"/>
                                  <a:gd name="T1" fmla="*/ 6 h 882"/>
                                  <a:gd name="T2" fmla="*/ 242 w 250"/>
                                  <a:gd name="T3" fmla="*/ 294 h 882"/>
                                  <a:gd name="T4" fmla="*/ 158 w 250"/>
                                  <a:gd name="T5" fmla="*/ 654 h 882"/>
                                  <a:gd name="T6" fmla="*/ 14 w 250"/>
                                  <a:gd name="T7" fmla="*/ 870 h 882"/>
                                  <a:gd name="T8" fmla="*/ 74 w 250"/>
                                  <a:gd name="T9" fmla="*/ 582 h 882"/>
                                  <a:gd name="T10" fmla="*/ 158 w 250"/>
                                  <a:gd name="T11" fmla="*/ 330 h 882"/>
                                  <a:gd name="T12" fmla="*/ 206 w 250"/>
                                  <a:gd name="T13" fmla="*/ 6 h 8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50" h="882">
                                    <a:moveTo>
                                      <a:pt x="206" y="6"/>
                                    </a:moveTo>
                                    <a:cubicBezTo>
                                      <a:pt x="220" y="0"/>
                                      <a:pt x="250" y="186"/>
                                      <a:pt x="242" y="294"/>
                                    </a:cubicBezTo>
                                    <a:cubicBezTo>
                                      <a:pt x="234" y="402"/>
                                      <a:pt x="196" y="558"/>
                                      <a:pt x="158" y="654"/>
                                    </a:cubicBezTo>
                                    <a:cubicBezTo>
                                      <a:pt x="120" y="750"/>
                                      <a:pt x="28" y="882"/>
                                      <a:pt x="14" y="870"/>
                                    </a:cubicBezTo>
                                    <a:cubicBezTo>
                                      <a:pt x="0" y="858"/>
                                      <a:pt x="50" y="672"/>
                                      <a:pt x="74" y="582"/>
                                    </a:cubicBezTo>
                                    <a:cubicBezTo>
                                      <a:pt x="98" y="492"/>
                                      <a:pt x="132" y="428"/>
                                      <a:pt x="158" y="330"/>
                                    </a:cubicBezTo>
                                    <a:cubicBezTo>
                                      <a:pt x="184" y="232"/>
                                      <a:pt x="192" y="12"/>
                                      <a:pt x="206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C4251" id="Freeform 314" o:spid="_x0000_s1026" style="position:absolute;margin-left:225.35pt;margin-top:253.8pt;width:26.15pt;height:79.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" path="m206,6v14,-6,44,180,36,288c234,402,196,558,158,654,120,750,28,882,14,870,,858,50,672,74,582,98,492,132,428,158,330,184,232,192,12,206,6xe" fillcolor="#ddd" stroked="f">
                      <v:path arrowok="t" o:connecttype="custom" o:connectlocs="273655,6860;321478,336127;209890,747710;18598,994661;98303,665394;209890,377285;273655,686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4156075</wp:posOffset>
                      </wp:positionH>
                      <wp:positionV relativeFrom="paragraph">
                        <wp:posOffset>942975</wp:posOffset>
                      </wp:positionV>
                      <wp:extent cx="411480" cy="822325"/>
                      <wp:effectExtent l="8890" t="2540" r="8255" b="3810"/>
                      <wp:wrapNone/>
                      <wp:docPr id="22" name="Freeform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1480" cy="822325"/>
                              </a:xfrm>
                              <a:custGeom>
                                <a:avLst/>
                                <a:gdLst>
                                  <a:gd name="T0" fmla="*/ 282 w 301"/>
                                  <a:gd name="T1" fmla="*/ 10 h 719"/>
                                  <a:gd name="T2" fmla="*/ 76 w 301"/>
                                  <a:gd name="T3" fmla="*/ 126 h 719"/>
                                  <a:gd name="T4" fmla="*/ 12 w 301"/>
                                  <a:gd name="T5" fmla="*/ 443 h 719"/>
                                  <a:gd name="T6" fmla="*/ 24 w 301"/>
                                  <a:gd name="T7" fmla="*/ 677 h 719"/>
                                  <a:gd name="T8" fmla="*/ 153 w 301"/>
                                  <a:gd name="T9" fmla="*/ 188 h 719"/>
                                  <a:gd name="T10" fmla="*/ 282 w 301"/>
                                  <a:gd name="T11" fmla="*/ 10 h 7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01" h="719">
                                    <a:moveTo>
                                      <a:pt x="282" y="10"/>
                                    </a:moveTo>
                                    <a:cubicBezTo>
                                      <a:pt x="269" y="0"/>
                                      <a:pt x="121" y="54"/>
                                      <a:pt x="76" y="126"/>
                                    </a:cubicBezTo>
                                    <a:cubicBezTo>
                                      <a:pt x="31" y="198"/>
                                      <a:pt x="21" y="351"/>
                                      <a:pt x="12" y="443"/>
                                    </a:cubicBezTo>
                                    <a:cubicBezTo>
                                      <a:pt x="3" y="535"/>
                                      <a:pt x="0" y="719"/>
                                      <a:pt x="24" y="677"/>
                                    </a:cubicBezTo>
                                    <a:cubicBezTo>
                                      <a:pt x="48" y="635"/>
                                      <a:pt x="110" y="299"/>
                                      <a:pt x="153" y="188"/>
                                    </a:cubicBezTo>
                                    <a:cubicBezTo>
                                      <a:pt x="196" y="77"/>
                                      <a:pt x="301" y="10"/>
                                      <a:pt x="282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FC105" id="Freeform 313" o:spid="_x0000_s1026" style="position:absolute;margin-left:327.25pt;margin-top:74.25pt;width:32.4pt;height:64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1,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" path="m282,10c269,,121,54,76,126,31,198,21,351,12,443,3,535,,719,24,677,48,635,110,299,153,188,196,77,301,10,282,10xe" fillcolor="#ddd" stroked="f">
                      <v:path arrowok="t" o:connecttype="custom" o:connectlocs="385506,11437;103895,144107;16405,506662;32809,774289;209158,215017;385506,11437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2960370</wp:posOffset>
                      </wp:positionH>
                      <wp:positionV relativeFrom="paragraph">
                        <wp:posOffset>482600</wp:posOffset>
                      </wp:positionV>
                      <wp:extent cx="1005205" cy="359410"/>
                      <wp:effectExtent l="3810" t="8890" r="635" b="3175"/>
                      <wp:wrapNone/>
                      <wp:docPr id="21" name="Freeform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5205" cy="359410"/>
                              </a:xfrm>
                              <a:custGeom>
                                <a:avLst/>
                                <a:gdLst>
                                  <a:gd name="T0" fmla="*/ 91 w 939"/>
                                  <a:gd name="T1" fmla="*/ 5 h 336"/>
                                  <a:gd name="T2" fmla="*/ 135 w 939"/>
                                  <a:gd name="T3" fmla="*/ 201 h 336"/>
                                  <a:gd name="T4" fmla="*/ 584 w 939"/>
                                  <a:gd name="T5" fmla="*/ 266 h 336"/>
                                  <a:gd name="T6" fmla="*/ 923 w 939"/>
                                  <a:gd name="T7" fmla="*/ 319 h 336"/>
                                  <a:gd name="T8" fmla="*/ 683 w 939"/>
                                  <a:gd name="T9" fmla="*/ 162 h 336"/>
                                  <a:gd name="T10" fmla="*/ 91 w 939"/>
                                  <a:gd name="T11" fmla="*/ 5 h 3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39" h="336">
                                    <a:moveTo>
                                      <a:pt x="91" y="5"/>
                                    </a:moveTo>
                                    <a:cubicBezTo>
                                      <a:pt x="0" y="11"/>
                                      <a:pt x="53" y="158"/>
                                      <a:pt x="135" y="201"/>
                                    </a:cubicBezTo>
                                    <a:cubicBezTo>
                                      <a:pt x="217" y="244"/>
                                      <a:pt x="453" y="246"/>
                                      <a:pt x="584" y="266"/>
                                    </a:cubicBezTo>
                                    <a:cubicBezTo>
                                      <a:pt x="715" y="286"/>
                                      <a:pt x="907" y="336"/>
                                      <a:pt x="923" y="319"/>
                                    </a:cubicBezTo>
                                    <a:cubicBezTo>
                                      <a:pt x="939" y="302"/>
                                      <a:pt x="822" y="214"/>
                                      <a:pt x="683" y="162"/>
                                    </a:cubicBezTo>
                                    <a:cubicBezTo>
                                      <a:pt x="544" y="110"/>
                                      <a:pt x="188" y="0"/>
                                      <a:pt x="9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91222" id="Freeform 312" o:spid="_x0000_s1026" style="position:absolute;margin-left:233.1pt;margin-top:38pt;width:79.15pt;height:28.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9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" path="m91,5c,11,53,158,135,201v82,43,318,45,449,65c715,286,907,336,923,319,939,302,822,214,683,162,544,110,188,,91,5xe" fillcolor="#ddd" stroked="f">
                      <v:path arrowok="t" o:connecttype="custom" o:connectlocs="97416,5348;144518,215004;625175,284533;988077,341226;731156,173287;97416,5348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4274185</wp:posOffset>
                      </wp:positionH>
                      <wp:positionV relativeFrom="paragraph">
                        <wp:posOffset>979805</wp:posOffset>
                      </wp:positionV>
                      <wp:extent cx="1161415" cy="2665095"/>
                      <wp:effectExtent l="12700" t="10795" r="6985" b="10160"/>
                      <wp:wrapNone/>
                      <wp:docPr id="20" name="Freeform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61415" cy="2665095"/>
                              </a:xfrm>
                              <a:custGeom>
                                <a:avLst/>
                                <a:gdLst>
                                  <a:gd name="T0" fmla="*/ 348 w 1085"/>
                                  <a:gd name="T1" fmla="*/ 0 h 2489"/>
                                  <a:gd name="T2" fmla="*/ 175 w 1085"/>
                                  <a:gd name="T3" fmla="*/ 297 h 2489"/>
                                  <a:gd name="T4" fmla="*/ 58 w 1085"/>
                                  <a:gd name="T5" fmla="*/ 938 h 2489"/>
                                  <a:gd name="T6" fmla="*/ 113 w 1085"/>
                                  <a:gd name="T7" fmla="*/ 1702 h 2489"/>
                                  <a:gd name="T8" fmla="*/ 733 w 1085"/>
                                  <a:gd name="T9" fmla="*/ 2288 h 2489"/>
                                  <a:gd name="T10" fmla="*/ 1085 w 1085"/>
                                  <a:gd name="T11" fmla="*/ 2489 h 24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85" h="2489">
                                    <a:moveTo>
                                      <a:pt x="348" y="0"/>
                                    </a:moveTo>
                                    <a:cubicBezTo>
                                      <a:pt x="319" y="49"/>
                                      <a:pt x="224" y="141"/>
                                      <a:pt x="175" y="297"/>
                                    </a:cubicBezTo>
                                    <a:cubicBezTo>
                                      <a:pt x="127" y="453"/>
                                      <a:pt x="68" y="704"/>
                                      <a:pt x="58" y="938"/>
                                    </a:cubicBezTo>
                                    <a:cubicBezTo>
                                      <a:pt x="48" y="1171"/>
                                      <a:pt x="0" y="1477"/>
                                      <a:pt x="113" y="1702"/>
                                    </a:cubicBezTo>
                                    <a:cubicBezTo>
                                      <a:pt x="226" y="1928"/>
                                      <a:pt x="571" y="2157"/>
                                      <a:pt x="733" y="2288"/>
                                    </a:cubicBezTo>
                                    <a:cubicBezTo>
                                      <a:pt x="895" y="2419"/>
                                      <a:pt x="1012" y="2447"/>
                                      <a:pt x="1085" y="2489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CFA1C" id="Freeform 311" o:spid="_x0000_s1026" style="position:absolute;margin-left:336.55pt;margin-top:77.15pt;width:91.45pt;height:209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5,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" path="m348,c319,49,224,141,175,297,127,453,68,704,58,938,48,1171,,1477,113,1702v113,226,458,455,620,586c895,2419,1012,2447,1085,2489e" filled="f" strokecolor="#ddd" strokeweight="1pt">
                      <v:path arrowok="t" o:connecttype="custom" o:connectlocs="372509,0;187325,318013;62085,1004363;120958,1822415;784624,2449874;1161415,266509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4573905</wp:posOffset>
                      </wp:positionH>
                      <wp:positionV relativeFrom="paragraph">
                        <wp:posOffset>182245</wp:posOffset>
                      </wp:positionV>
                      <wp:extent cx="538480" cy="838200"/>
                      <wp:effectExtent l="7620" t="13335" r="6350" b="5715"/>
                      <wp:wrapNone/>
                      <wp:docPr id="19" name="Freeform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8480" cy="838200"/>
                              </a:xfrm>
                              <a:custGeom>
                                <a:avLst/>
                                <a:gdLst>
                                  <a:gd name="T0" fmla="*/ 0 w 405"/>
                                  <a:gd name="T1" fmla="*/ 601 h 733"/>
                                  <a:gd name="T2" fmla="*/ 84 w 405"/>
                                  <a:gd name="T3" fmla="*/ 709 h 733"/>
                                  <a:gd name="T4" fmla="*/ 312 w 405"/>
                                  <a:gd name="T5" fmla="*/ 673 h 733"/>
                                  <a:gd name="T6" fmla="*/ 396 w 405"/>
                                  <a:gd name="T7" fmla="*/ 349 h 733"/>
                                  <a:gd name="T8" fmla="*/ 365 w 405"/>
                                  <a:gd name="T9" fmla="*/ 75 h 733"/>
                                  <a:gd name="T10" fmla="*/ 254 w 405"/>
                                  <a:gd name="T11" fmla="*/ 30 h 733"/>
                                  <a:gd name="T12" fmla="*/ 96 w 405"/>
                                  <a:gd name="T13" fmla="*/ 253 h 7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05" h="733">
                                    <a:moveTo>
                                      <a:pt x="0" y="601"/>
                                    </a:moveTo>
                                    <a:cubicBezTo>
                                      <a:pt x="16" y="649"/>
                                      <a:pt x="32" y="697"/>
                                      <a:pt x="84" y="709"/>
                                    </a:cubicBezTo>
                                    <a:cubicBezTo>
                                      <a:pt x="136" y="721"/>
                                      <a:pt x="260" y="733"/>
                                      <a:pt x="312" y="673"/>
                                    </a:cubicBezTo>
                                    <a:cubicBezTo>
                                      <a:pt x="364" y="613"/>
                                      <a:pt x="387" y="449"/>
                                      <a:pt x="396" y="349"/>
                                    </a:cubicBezTo>
                                    <a:cubicBezTo>
                                      <a:pt x="405" y="249"/>
                                      <a:pt x="389" y="128"/>
                                      <a:pt x="365" y="75"/>
                                    </a:cubicBezTo>
                                    <a:cubicBezTo>
                                      <a:pt x="341" y="22"/>
                                      <a:pt x="299" y="0"/>
                                      <a:pt x="254" y="30"/>
                                    </a:cubicBezTo>
                                    <a:cubicBezTo>
                                      <a:pt x="209" y="60"/>
                                      <a:pt x="129" y="207"/>
                                      <a:pt x="96" y="25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C88D7" id="Freeform 310" o:spid="_x0000_s1026" style="position:absolute;margin-left:360.15pt;margin-top:14.35pt;width:42.4pt;height:6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5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" path="m,601v16,48,32,96,84,108c136,721,260,733,312,673v52,-60,75,-224,84,-324c405,249,389,128,365,75,341,22,299,,254,30,209,60,129,207,96,253e" filled="f" strokecolor="#ddd">
                      <v:path arrowok="t" o:connecttype="custom" o:connectlocs="0,687255;111685,810756;414829,769589;526514,399088;485297,85764;337713,34306;127640,289311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3065780</wp:posOffset>
                      </wp:positionH>
                      <wp:positionV relativeFrom="paragraph">
                        <wp:posOffset>3810</wp:posOffset>
                      </wp:positionV>
                      <wp:extent cx="1708785" cy="990600"/>
                      <wp:effectExtent l="13970" t="6350" r="10795" b="12700"/>
                      <wp:wrapNone/>
                      <wp:docPr id="18" name="Freeform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8785" cy="990600"/>
                              </a:xfrm>
                              <a:custGeom>
                                <a:avLst/>
                                <a:gdLst>
                                  <a:gd name="T0" fmla="*/ 0 w 1596"/>
                                  <a:gd name="T1" fmla="*/ 424 h 925"/>
                                  <a:gd name="T2" fmla="*/ 471 w 1596"/>
                                  <a:gd name="T3" fmla="*/ 525 h 925"/>
                                  <a:gd name="T4" fmla="*/ 1000 w 1596"/>
                                  <a:gd name="T5" fmla="*/ 776 h 925"/>
                                  <a:gd name="T6" fmla="*/ 1408 w 1596"/>
                                  <a:gd name="T7" fmla="*/ 796 h 925"/>
                                  <a:gd name="T8" fmla="*/ 1596 w 1596"/>
                                  <a:gd name="T9" fmla="*/ 0 h 9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6" h="925">
                                    <a:moveTo>
                                      <a:pt x="0" y="424"/>
                                    </a:moveTo>
                                    <a:cubicBezTo>
                                      <a:pt x="78" y="441"/>
                                      <a:pt x="304" y="466"/>
                                      <a:pt x="471" y="525"/>
                                    </a:cubicBezTo>
                                    <a:cubicBezTo>
                                      <a:pt x="638" y="584"/>
                                      <a:pt x="844" y="731"/>
                                      <a:pt x="1000" y="776"/>
                                    </a:cubicBezTo>
                                    <a:cubicBezTo>
                                      <a:pt x="1154" y="821"/>
                                      <a:pt x="1309" y="925"/>
                                      <a:pt x="1408" y="796"/>
                                    </a:cubicBezTo>
                                    <a:cubicBezTo>
                                      <a:pt x="1507" y="667"/>
                                      <a:pt x="1557" y="166"/>
                                      <a:pt x="1596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D88BD" id="Freeform 309" o:spid="_x0000_s1026" style="position:absolute;margin-left:241.4pt;margin-top:.3pt;width:134.55pt;height:7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6,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" path="m,424v78,17,304,42,471,101c638,584,844,731,1000,776v154,45,309,149,408,20c1507,667,1557,166,1596,e" filled="f" strokecolor="#ddd" strokeweight="1pt">
                      <v:path arrowok="t" o:connecttype="custom" o:connectlocs="0,454070;504284,562232;1070667,831033;1507500,852451;1708785,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3767455</wp:posOffset>
                      </wp:positionH>
                      <wp:positionV relativeFrom="paragraph">
                        <wp:posOffset>1406525</wp:posOffset>
                      </wp:positionV>
                      <wp:extent cx="196850" cy="953770"/>
                      <wp:effectExtent l="10795" t="8890" r="11430" b="8890"/>
                      <wp:wrapNone/>
                      <wp:docPr id="17" name="Freeform 492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6850" cy="953770"/>
                              </a:xfrm>
                              <a:custGeom>
                                <a:avLst/>
                                <a:gdLst>
                                  <a:gd name="T0" fmla="*/ 310 w 310"/>
                                  <a:gd name="T1" fmla="*/ 0 h 1502"/>
                                  <a:gd name="T2" fmla="*/ 301 w 310"/>
                                  <a:gd name="T3" fmla="*/ 583 h 1502"/>
                                  <a:gd name="T4" fmla="*/ 213 w 310"/>
                                  <a:gd name="T5" fmla="*/ 1042 h 1502"/>
                                  <a:gd name="T6" fmla="*/ 186 w 310"/>
                                  <a:gd name="T7" fmla="*/ 1351 h 1502"/>
                                  <a:gd name="T8" fmla="*/ 124 w 310"/>
                                  <a:gd name="T9" fmla="*/ 1502 h 1502"/>
                                  <a:gd name="T10" fmla="*/ 0 w 310"/>
                                  <a:gd name="T11" fmla="*/ 1351 h 1502"/>
                                  <a:gd name="T12" fmla="*/ 0 w 310"/>
                                  <a:gd name="T13" fmla="*/ 857 h 1502"/>
                                  <a:gd name="T14" fmla="*/ 98 w 310"/>
                                  <a:gd name="T15" fmla="*/ 1422 h 1502"/>
                                  <a:gd name="T16" fmla="*/ 133 w 310"/>
                                  <a:gd name="T17" fmla="*/ 936 h 1502"/>
                                  <a:gd name="T18" fmla="*/ 283 w 310"/>
                                  <a:gd name="T19" fmla="*/ 362 h 1502"/>
                                  <a:gd name="T20" fmla="*/ 292 w 310"/>
                                  <a:gd name="T21" fmla="*/ 194 h 15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10" h="1502">
                                    <a:moveTo>
                                      <a:pt x="310" y="0"/>
                                    </a:moveTo>
                                    <a:lnTo>
                                      <a:pt x="301" y="583"/>
                                    </a:lnTo>
                                    <a:lnTo>
                                      <a:pt x="213" y="1042"/>
                                    </a:lnTo>
                                    <a:lnTo>
                                      <a:pt x="186" y="1351"/>
                                    </a:lnTo>
                                    <a:lnTo>
                                      <a:pt x="124" y="1502"/>
                                    </a:lnTo>
                                    <a:lnTo>
                                      <a:pt x="0" y="1351"/>
                                    </a:lnTo>
                                    <a:lnTo>
                                      <a:pt x="0" y="857"/>
                                    </a:lnTo>
                                    <a:lnTo>
                                      <a:pt x="98" y="1422"/>
                                    </a:lnTo>
                                    <a:lnTo>
                                      <a:pt x="133" y="936"/>
                                    </a:lnTo>
                                    <a:lnTo>
                                      <a:pt x="283" y="362"/>
                                    </a:lnTo>
                                    <a:lnTo>
                                      <a:pt x="292" y="194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8C8E3A5" id="Freeform 492" o:spid="_x0000_s1026" alt="Granite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12.15pt,110.75pt,311.7pt,139.9pt,307.3pt,162.85pt,305.95pt,178.3pt,302.85pt,185.85pt,296.65pt,178.3pt,296.65pt,153.6pt,301.55pt,181.85pt,303.3pt,157.55pt,310.8pt,128.85pt,311.25pt,120.45pt" coordsize="310,15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">
                      <v:fill r:id="rId7" o:title="Granite" recolor="t" type="tile"/>
                      <v:path arrowok="t" o:connecttype="custom" o:connectlocs="196850,0;191135,370205;135255,661670;118110,857885;78740,953770;0,857885;0,544195;62230,902970;84455,594360;179705,229870;185420,123190" o:connectangles="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4020185</wp:posOffset>
                      </wp:positionH>
                      <wp:positionV relativeFrom="paragraph">
                        <wp:posOffset>1468120</wp:posOffset>
                      </wp:positionV>
                      <wp:extent cx="173990" cy="1149985"/>
                      <wp:effectExtent l="15875" t="32385" r="10160" b="36830"/>
                      <wp:wrapNone/>
                      <wp:docPr id="16" name="Freeform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1149985"/>
                              </a:xfrm>
                              <a:custGeom>
                                <a:avLst/>
                                <a:gdLst>
                                  <a:gd name="T0" fmla="*/ 212 w 274"/>
                                  <a:gd name="T1" fmla="*/ 0 h 1811"/>
                                  <a:gd name="T2" fmla="*/ 80 w 274"/>
                                  <a:gd name="T3" fmla="*/ 424 h 1811"/>
                                  <a:gd name="T4" fmla="*/ 0 w 274"/>
                                  <a:gd name="T5" fmla="*/ 1113 h 1811"/>
                                  <a:gd name="T6" fmla="*/ 106 w 274"/>
                                  <a:gd name="T7" fmla="*/ 1811 h 1811"/>
                                  <a:gd name="T8" fmla="*/ 221 w 274"/>
                                  <a:gd name="T9" fmla="*/ 1263 h 1811"/>
                                  <a:gd name="T10" fmla="*/ 274 w 274"/>
                                  <a:gd name="T11" fmla="*/ 627 h 1811"/>
                                  <a:gd name="T12" fmla="*/ 212 w 274"/>
                                  <a:gd name="T13" fmla="*/ 0 h 18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74" h="1811">
                                    <a:moveTo>
                                      <a:pt x="212" y="0"/>
                                    </a:moveTo>
                                    <a:lnTo>
                                      <a:pt x="80" y="424"/>
                                    </a:lnTo>
                                    <a:lnTo>
                                      <a:pt x="0" y="1113"/>
                                    </a:lnTo>
                                    <a:lnTo>
                                      <a:pt x="106" y="1811"/>
                                    </a:lnTo>
                                    <a:lnTo>
                                      <a:pt x="221" y="1263"/>
                                    </a:lnTo>
                                    <a:lnTo>
                                      <a:pt x="274" y="627"/>
                                    </a:lnTo>
                                    <a:lnTo>
                                      <a:pt x="21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17B7B" id="Freeform 491" o:spid="_x0000_s1026" style="position:absolute;margin-left:316.55pt;margin-top:115.6pt;width:13.7pt;height:90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4,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" path="m212,l80,424,,1113r106,698l221,1263,274,627,212,xe" fillcolor="silver">
                      <v:path arrowok="t" o:connecttype="custom" o:connectlocs="134620,0;50800,269240;0,706755;67310,1149985;140335,802005;173990,398145;13462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2269490</wp:posOffset>
                      </wp:positionV>
                      <wp:extent cx="280670" cy="295275"/>
                      <wp:effectExtent l="14605" t="14605" r="38100" b="13970"/>
                      <wp:wrapNone/>
                      <wp:docPr id="15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0670" cy="295275"/>
                              </a:xfrm>
                              <a:custGeom>
                                <a:avLst/>
                                <a:gdLst>
                                  <a:gd name="T0" fmla="*/ 45 w 442"/>
                                  <a:gd name="T1" fmla="*/ 435 h 465"/>
                                  <a:gd name="T2" fmla="*/ 0 w 442"/>
                                  <a:gd name="T3" fmla="*/ 270 h 465"/>
                                  <a:gd name="T4" fmla="*/ 52 w 442"/>
                                  <a:gd name="T5" fmla="*/ 30 h 465"/>
                                  <a:gd name="T6" fmla="*/ 300 w 442"/>
                                  <a:gd name="T7" fmla="*/ 0 h 465"/>
                                  <a:gd name="T8" fmla="*/ 442 w 442"/>
                                  <a:gd name="T9" fmla="*/ 45 h 465"/>
                                  <a:gd name="T10" fmla="*/ 195 w 442"/>
                                  <a:gd name="T11" fmla="*/ 60 h 465"/>
                                  <a:gd name="T12" fmla="*/ 97 w 442"/>
                                  <a:gd name="T13" fmla="*/ 135 h 465"/>
                                  <a:gd name="T14" fmla="*/ 67 w 442"/>
                                  <a:gd name="T15" fmla="*/ 345 h 465"/>
                                  <a:gd name="T16" fmla="*/ 82 w 442"/>
                                  <a:gd name="T17" fmla="*/ 465 h 4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42" h="465">
                                    <a:moveTo>
                                      <a:pt x="45" y="435"/>
                                    </a:moveTo>
                                    <a:lnTo>
                                      <a:pt x="0" y="270"/>
                                    </a:lnTo>
                                    <a:lnTo>
                                      <a:pt x="52" y="30"/>
                                    </a:lnTo>
                                    <a:lnTo>
                                      <a:pt x="300" y="0"/>
                                    </a:lnTo>
                                    <a:lnTo>
                                      <a:pt x="442" y="45"/>
                                    </a:lnTo>
                                    <a:lnTo>
                                      <a:pt x="195" y="60"/>
                                    </a:lnTo>
                                    <a:lnTo>
                                      <a:pt x="97" y="135"/>
                                    </a:lnTo>
                                    <a:lnTo>
                                      <a:pt x="67" y="345"/>
                                    </a:lnTo>
                                    <a:lnTo>
                                      <a:pt x="82" y="465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7B96C69" id="Freeform 490" o:spid="_x0000_s1026" alt="Granite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8.2pt,200.45pt,185.95pt,192.2pt,188.55pt,180.2pt,200.95pt,178.7pt,208.05pt,180.95pt,195.7pt,181.7pt,190.8pt,185.45pt,189.3pt,195.95pt,190.05pt,201.95pt" coordsize="442,4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">
                      <v:fill r:id="rId7" o:title="Granite" recolor="t" type="tile"/>
                      <v:path arrowok="t" o:connecttype="custom" o:connectlocs="28575,276225;0,171450;33020,19050;190500,0;280670,28575;123825,38100;61595,85725;42545,219075;52070,295275" o:connectangles="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1937385</wp:posOffset>
                      </wp:positionH>
                      <wp:positionV relativeFrom="paragraph">
                        <wp:posOffset>1659890</wp:posOffset>
                      </wp:positionV>
                      <wp:extent cx="180975" cy="971550"/>
                      <wp:effectExtent l="19050" t="33655" r="19050" b="42545"/>
                      <wp:wrapNone/>
                      <wp:docPr id="14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975" cy="971550"/>
                              </a:xfrm>
                              <a:custGeom>
                                <a:avLst/>
                                <a:gdLst>
                                  <a:gd name="T0" fmla="*/ 90 w 285"/>
                                  <a:gd name="T1" fmla="*/ 0 h 1530"/>
                                  <a:gd name="T2" fmla="*/ 143 w 285"/>
                                  <a:gd name="T3" fmla="*/ 292 h 1530"/>
                                  <a:gd name="T4" fmla="*/ 218 w 285"/>
                                  <a:gd name="T5" fmla="*/ 652 h 1530"/>
                                  <a:gd name="T6" fmla="*/ 263 w 285"/>
                                  <a:gd name="T7" fmla="*/ 810 h 1530"/>
                                  <a:gd name="T8" fmla="*/ 285 w 285"/>
                                  <a:gd name="T9" fmla="*/ 1087 h 1530"/>
                                  <a:gd name="T10" fmla="*/ 278 w 285"/>
                                  <a:gd name="T11" fmla="*/ 1530 h 1530"/>
                                  <a:gd name="T12" fmla="*/ 105 w 285"/>
                                  <a:gd name="T13" fmla="*/ 997 h 1530"/>
                                  <a:gd name="T14" fmla="*/ 0 w 285"/>
                                  <a:gd name="T15" fmla="*/ 607 h 1530"/>
                                  <a:gd name="T16" fmla="*/ 8 w 285"/>
                                  <a:gd name="T17" fmla="*/ 420 h 1530"/>
                                  <a:gd name="T18" fmla="*/ 90 w 285"/>
                                  <a:gd name="T19" fmla="*/ 0 h 15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85" h="1530">
                                    <a:moveTo>
                                      <a:pt x="90" y="0"/>
                                    </a:moveTo>
                                    <a:lnTo>
                                      <a:pt x="143" y="292"/>
                                    </a:lnTo>
                                    <a:lnTo>
                                      <a:pt x="218" y="652"/>
                                    </a:lnTo>
                                    <a:lnTo>
                                      <a:pt x="263" y="810"/>
                                    </a:lnTo>
                                    <a:lnTo>
                                      <a:pt x="285" y="1087"/>
                                    </a:lnTo>
                                    <a:lnTo>
                                      <a:pt x="278" y="1530"/>
                                    </a:lnTo>
                                    <a:lnTo>
                                      <a:pt x="105" y="997"/>
                                    </a:lnTo>
                                    <a:lnTo>
                                      <a:pt x="0" y="607"/>
                                    </a:lnTo>
                                    <a:lnTo>
                                      <a:pt x="8" y="420"/>
                                    </a:lnTo>
                                    <a:lnTo>
                                      <a:pt x="9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0399A" id="Freeform 489" o:spid="_x0000_s1026" alt="Granite" style="position:absolute;margin-left:152.55pt;margin-top:130.7pt;width:14.25pt;height:76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5,15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" path="m90,r53,292l218,652r45,158l285,1087r-7,443l105,997,,607,8,420,90,xe">
                      <v:fill r:id="rId7" o:title="Granite" recolor="t" type="tile"/>
                      <v:path arrowok="t" o:connecttype="custom" o:connectlocs="57150,0;90805,185420;138430,414020;167005,514350;180975,690245;176530,971550;66675,633095;0,385445;5080,266700;57150,0" o:connectangles="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13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5F1F3D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AVmcLt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5F1F3D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12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5F1F3D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qeznQIAAFMFAAAOAAAAZHJzL2Uyb0RvYy54bWysVF1v2yAUfZ+0/4B4T22nbhJbdaq2madJ&#10;3YfU7gcQg2M0DAxI7Kzaf98Fkiz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5F1F3D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11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5F1F3D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F8W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CZIXxa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5F1F3D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10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5F1F3D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5F1F3D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9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5F1F3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5F1F3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bMxsgIAAF0FAAAOAAAAZHJzL2Uyb0RvYy54bWysVG1v2yAQ/j5p/wHxPfVL3M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5F1F3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5F1F3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8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5F1F3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187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5F1F3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wOsQIAAF0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5F1F3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187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5F1F3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5F1F3D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09954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5F1F3D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0AE8C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08EE7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3023E9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80879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&lt;40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50-59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5F1F3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5F1F3D">
              <w:rPr>
                <w:rFonts w:ascii="Arial" w:hAnsi="Arial" w:cs="Arial"/>
                <w:sz w:val="18"/>
                <w:szCs w:val="20"/>
              </w:rPr>
              <w:t xml:space="preserve"> No thickening of the intima-media layer. Normal subclavian flow.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5F1F3D">
              <w:rPr>
                <w:rFonts w:ascii="Arial" w:hAnsi="Arial"/>
                <w:bCs/>
                <w:sz w:val="18"/>
                <w:szCs w:val="18"/>
              </w:rPr>
              <w:t xml:space="preserve"> 50-59% ICA stenosis that measures 3.0cm in length from the ICA origin. No atheroma seen at the jawline. No thickening of the intima-media layer. Normal subclavian flow. The left CCA appears to originate from the left Subclavian artery.</w:t>
            </w:r>
          </w:p>
          <w:p w:rsidR="005F1F3D" w:rsidRPr="00BE67C6" w:rsidRDefault="005F1F3D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5F1F3D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F3D" w:rsidRDefault="005F1F3D">
      <w:r>
        <w:separator/>
      </w:r>
    </w:p>
  </w:endnote>
  <w:endnote w:type="continuationSeparator" w:id="0">
    <w:p w:rsidR="005F1F3D" w:rsidRDefault="005F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F3D" w:rsidRDefault="005F1F3D">
      <w:r>
        <w:separator/>
      </w:r>
    </w:p>
  </w:footnote>
  <w:footnote w:type="continuationSeparator" w:id="0">
    <w:p w:rsidR="005F1F3D" w:rsidRDefault="005F1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5F1F3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3D"/>
    <w:rsid w:val="000071E8"/>
    <w:rsid w:val="00041AD2"/>
    <w:rsid w:val="00052659"/>
    <w:rsid w:val="00054AC7"/>
    <w:rsid w:val="00060B26"/>
    <w:rsid w:val="00082FF5"/>
    <w:rsid w:val="000A3239"/>
    <w:rsid w:val="000D4716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33612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5F1F3D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4057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0CB3A0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0D47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D4716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122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2020-08-07T09:11:00Z</dcterms:created>
  <dcterms:modified xsi:type="dcterms:W3CDTF">2020-08-07T09:11:00Z</dcterms:modified>
</cp:coreProperties>
</file>